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6CD49" w14:textId="3ED858AD" w:rsidR="006868AD" w:rsidRPr="000E1062" w:rsidRDefault="006868AD" w:rsidP="000E1062">
      <w:pPr>
        <w:spacing w:after="240"/>
        <w:jc w:val="both"/>
        <w:rPr>
          <w:rFonts w:cstheme="minorHAnsi"/>
          <w:b/>
          <w:iCs/>
        </w:rPr>
      </w:pPr>
      <w:r w:rsidRPr="0078794C">
        <w:rPr>
          <w:rFonts w:cstheme="minorHAnsi"/>
          <w:b/>
          <w:iCs/>
        </w:rPr>
        <w:t>N</w:t>
      </w:r>
      <w:r w:rsidR="00175D19">
        <w:rPr>
          <w:rFonts w:cstheme="minorHAnsi"/>
          <w:b/>
          <w:iCs/>
        </w:rPr>
        <w:t>eh</w:t>
      </w:r>
      <w:r w:rsidRPr="0078794C">
        <w:rPr>
          <w:rFonts w:cstheme="minorHAnsi"/>
          <w:b/>
          <w:iCs/>
        </w:rPr>
        <w:t>m</w:t>
      </w:r>
      <w:r w:rsidR="00175D19">
        <w:rPr>
          <w:rFonts w:cstheme="minorHAnsi"/>
          <w:b/>
          <w:iCs/>
        </w:rPr>
        <w:t>en Sie</w:t>
      </w:r>
      <w:r w:rsidRPr="0078794C">
        <w:rPr>
          <w:rFonts w:cstheme="minorHAnsi"/>
          <w:b/>
          <w:iCs/>
        </w:rPr>
        <w:t xml:space="preserve"> eine beliebige Schriftart, wenn die angegebene Schrift nicht installiert ist</w:t>
      </w:r>
      <w:r w:rsidR="0078794C">
        <w:rPr>
          <w:rFonts w:cstheme="minorHAnsi"/>
          <w:b/>
          <w:iCs/>
        </w:rPr>
        <w:t>!</w:t>
      </w:r>
      <w:r w:rsidRPr="0078794C">
        <w:rPr>
          <w:rFonts w:cstheme="minorHAnsi"/>
          <w:b/>
          <w:iCs/>
        </w:rPr>
        <w:t xml:space="preserve"> </w:t>
      </w:r>
    </w:p>
    <w:p w14:paraId="09CE533F" w14:textId="3534B23A" w:rsidR="00E4315E" w:rsidRPr="007C4B0A" w:rsidRDefault="00E4315E" w:rsidP="00175D19">
      <w:pPr>
        <w:spacing w:before="360"/>
      </w:pPr>
      <w:r w:rsidRPr="007C4B0A">
        <w:t xml:space="preserve">Ich bin ein </w:t>
      </w:r>
      <w:proofErr w:type="gramStart"/>
      <w:r w:rsidRPr="007C4B0A">
        <w:t>ganz normaler</w:t>
      </w:r>
      <w:proofErr w:type="gramEnd"/>
      <w:r w:rsidRPr="007C4B0A">
        <w:t xml:space="preserve"> Text.</w:t>
      </w:r>
    </w:p>
    <w:p w14:paraId="4B5C56AD" w14:textId="77777777" w:rsidR="00E4315E" w:rsidRPr="007C4B0A" w:rsidRDefault="00E4315E" w:rsidP="00175D19">
      <w:pPr>
        <w:spacing w:before="360"/>
      </w:pPr>
      <w:r w:rsidRPr="007C4B0A">
        <w:t>Ich bin fett formatiert.</w:t>
      </w:r>
      <w:r w:rsidR="002947E1" w:rsidRPr="007C4B0A">
        <w:t xml:space="preserve"> </w:t>
      </w:r>
      <w:r w:rsidR="002947E1" w:rsidRPr="007C4B0A">
        <w:rPr>
          <w:rStyle w:val="Anleitung"/>
        </w:rPr>
        <w:t xml:space="preserve">(Markiere </w:t>
      </w:r>
      <w:r w:rsidR="0078794C" w:rsidRPr="007C4B0A">
        <w:rPr>
          <w:rStyle w:val="Anleitung"/>
        </w:rPr>
        <w:t xml:space="preserve">dafür </w:t>
      </w:r>
      <w:r w:rsidR="002947E1" w:rsidRPr="007C4B0A">
        <w:rPr>
          <w:rStyle w:val="Anleitung"/>
        </w:rPr>
        <w:t xml:space="preserve">die Zeile </w:t>
      </w:r>
      <w:r w:rsidR="00662350" w:rsidRPr="007C4B0A">
        <w:rPr>
          <w:rStyle w:val="Anleitung"/>
        </w:rPr>
        <w:t>links mit einem Klick</w:t>
      </w:r>
      <w:r w:rsidR="002947E1" w:rsidRPr="007C4B0A">
        <w:rPr>
          <w:rStyle w:val="Anleitung"/>
        </w:rPr>
        <w:t>)</w:t>
      </w:r>
    </w:p>
    <w:p w14:paraId="30760CEE" w14:textId="77777777" w:rsidR="00E4315E" w:rsidRPr="007C4B0A" w:rsidRDefault="00E4315E" w:rsidP="00175D19">
      <w:pPr>
        <w:spacing w:before="360"/>
      </w:pPr>
      <w:r w:rsidRPr="007C4B0A">
        <w:t>Mich nennt man kursiv.</w:t>
      </w:r>
    </w:p>
    <w:p w14:paraId="3BDAD762" w14:textId="77777777" w:rsidR="00E4315E" w:rsidRPr="007C4B0A" w:rsidRDefault="00E4315E" w:rsidP="00175D19">
      <w:pPr>
        <w:spacing w:before="360"/>
      </w:pPr>
      <w:r w:rsidRPr="007C4B0A">
        <w:t>Fett und kursiv bin ich.</w:t>
      </w:r>
    </w:p>
    <w:p w14:paraId="5585AB09" w14:textId="77777777" w:rsidR="00E4315E" w:rsidRPr="007C4B0A" w:rsidRDefault="00E4315E" w:rsidP="00175D19">
      <w:pPr>
        <w:spacing w:before="360"/>
      </w:pPr>
      <w:r w:rsidRPr="007C4B0A">
        <w:t>Mich hat jemand unterstrichen.</w:t>
      </w:r>
    </w:p>
    <w:p w14:paraId="03FF4959" w14:textId="77777777" w:rsidR="00E4315E" w:rsidRPr="007C4B0A" w:rsidRDefault="00E4315E" w:rsidP="00175D19">
      <w:pPr>
        <w:spacing w:before="360"/>
      </w:pPr>
      <w:r w:rsidRPr="007C4B0A">
        <w:t xml:space="preserve">Ich bin eine </w:t>
      </w:r>
      <w:proofErr w:type="gramStart"/>
      <w:r w:rsidRPr="007C4B0A">
        <w:t>ganz andere</w:t>
      </w:r>
      <w:proofErr w:type="gramEnd"/>
      <w:r w:rsidRPr="007C4B0A">
        <w:t xml:space="preserve"> Schrift.</w:t>
      </w:r>
    </w:p>
    <w:p w14:paraId="73AD7CF9" w14:textId="3C4BA078" w:rsidR="00E4315E" w:rsidRPr="007C4B0A" w:rsidRDefault="00E4315E" w:rsidP="00175D19">
      <w:pPr>
        <w:spacing w:before="360"/>
      </w:pPr>
      <w:r w:rsidRPr="007C4B0A">
        <w:t>Und ich bin grö</w:t>
      </w:r>
      <w:r w:rsidR="003D68D3">
        <w:t>ss</w:t>
      </w:r>
      <w:r w:rsidRPr="007C4B0A">
        <w:t xml:space="preserve">er als 24 </w:t>
      </w:r>
      <w:proofErr w:type="spellStart"/>
      <w:r w:rsidRPr="007C4B0A">
        <w:t>pt</w:t>
      </w:r>
      <w:proofErr w:type="spellEnd"/>
      <w:r w:rsidRPr="007C4B0A">
        <w:t>.</w:t>
      </w:r>
    </w:p>
    <w:p w14:paraId="61A04BA6" w14:textId="15D6F058" w:rsidR="00E4315E" w:rsidRPr="007C4B0A" w:rsidRDefault="00E4315E" w:rsidP="00175D19">
      <w:pPr>
        <w:spacing w:before="360"/>
      </w:pPr>
      <w:r w:rsidRPr="007C4B0A">
        <w:t xml:space="preserve">Ich bin eine 20 Punkte </w:t>
      </w:r>
      <w:proofErr w:type="spellStart"/>
      <w:r w:rsidRPr="007C4B0A">
        <w:t>gro</w:t>
      </w:r>
      <w:r w:rsidR="003D68D3">
        <w:t>ss</w:t>
      </w:r>
      <w:r w:rsidRPr="007C4B0A">
        <w:t>e</w:t>
      </w:r>
      <w:proofErr w:type="spellEnd"/>
      <w:r w:rsidRPr="007C4B0A">
        <w:t xml:space="preserve"> Schrift und rot.</w:t>
      </w:r>
    </w:p>
    <w:p w14:paraId="5D830E6C" w14:textId="30DC0612" w:rsidR="00E4315E" w:rsidRPr="007C4B0A" w:rsidRDefault="00E4315E" w:rsidP="00175D19">
      <w:pPr>
        <w:spacing w:before="360"/>
      </w:pPr>
      <w:r w:rsidRPr="007C4B0A">
        <w:t xml:space="preserve">Ich bin die Comic Sans MS und 17 Punkte </w:t>
      </w:r>
      <w:proofErr w:type="spellStart"/>
      <w:r w:rsidRPr="007C4B0A">
        <w:t>gro</w:t>
      </w:r>
      <w:r w:rsidR="003D68D3">
        <w:t>ss</w:t>
      </w:r>
      <w:proofErr w:type="spellEnd"/>
      <w:r w:rsidRPr="007C4B0A">
        <w:t>.</w:t>
      </w:r>
    </w:p>
    <w:p w14:paraId="07CD2D63" w14:textId="77777777" w:rsidR="003D6993" w:rsidRPr="007C4B0A" w:rsidRDefault="003D6993" w:rsidP="00175D19">
      <w:pPr>
        <w:spacing w:before="360"/>
      </w:pPr>
      <w:r w:rsidRPr="007C4B0A">
        <w:t xml:space="preserve">Meine Schrift ist </w:t>
      </w:r>
      <w:r w:rsidR="00D723C7" w:rsidRPr="007C4B0A">
        <w:t>Calibri</w:t>
      </w:r>
      <w:r w:rsidRPr="007C4B0A">
        <w:t>, 12 pt.</w:t>
      </w:r>
    </w:p>
    <w:p w14:paraId="6552F4DF" w14:textId="3108A34D" w:rsidR="003D6993" w:rsidRPr="00D723C7" w:rsidRDefault="003D6993" w:rsidP="00175D19">
      <w:pPr>
        <w:spacing w:before="360"/>
        <w:rPr>
          <w:rStyle w:val="Anleitung"/>
        </w:rPr>
      </w:pPr>
      <w:r w:rsidRPr="007C4B0A">
        <w:t xml:space="preserve">Ich möchte in </w:t>
      </w:r>
      <w:proofErr w:type="spellStart"/>
      <w:r w:rsidRPr="007C4B0A">
        <w:t>Gro</w:t>
      </w:r>
      <w:r w:rsidR="003D68D3">
        <w:t>ss</w:t>
      </w:r>
      <w:r w:rsidRPr="007C4B0A">
        <w:t>buchstaben</w:t>
      </w:r>
      <w:proofErr w:type="spellEnd"/>
      <w:r w:rsidRPr="007C4B0A">
        <w:t xml:space="preserve"> geschrieben sein. </w:t>
      </w:r>
      <w:r w:rsidR="0078794C" w:rsidRPr="007C4B0A">
        <w:br/>
      </w:r>
      <w:r w:rsidRPr="00D723C7">
        <w:rPr>
          <w:rStyle w:val="Anleitung"/>
        </w:rPr>
        <w:t>Dialogfeld Schriftart</w:t>
      </w:r>
      <w:r w:rsidR="00A23742" w:rsidRPr="00D723C7">
        <w:rPr>
          <w:rStyle w:val="Anleitung"/>
        </w:rPr>
        <w:t xml:space="preserve"> </w:t>
      </w:r>
      <w:r w:rsidR="00A23742" w:rsidRPr="00D723C7">
        <w:rPr>
          <w:rStyle w:val="Anleitung"/>
          <w:noProof/>
        </w:rPr>
        <w:drawing>
          <wp:inline distT="0" distB="0" distL="0" distR="0" wp14:anchorId="7B6FBD15" wp14:editId="08B5D8A7">
            <wp:extent cx="104775" cy="114300"/>
            <wp:effectExtent l="0" t="0" r="952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23C7">
        <w:rPr>
          <w:rStyle w:val="Anleitung"/>
        </w:rPr>
        <w:t xml:space="preserve"> öffnen, </w:t>
      </w:r>
      <w:proofErr w:type="spellStart"/>
      <w:r w:rsidRPr="00D723C7">
        <w:rPr>
          <w:rStyle w:val="Anleitung"/>
        </w:rPr>
        <w:t>Gro</w:t>
      </w:r>
      <w:r w:rsidR="003D68D3">
        <w:rPr>
          <w:rStyle w:val="Anleitung"/>
        </w:rPr>
        <w:t>ss</w:t>
      </w:r>
      <w:r w:rsidRPr="00D723C7">
        <w:rPr>
          <w:rStyle w:val="Anleitung"/>
        </w:rPr>
        <w:t>buchstaben</w:t>
      </w:r>
      <w:proofErr w:type="spellEnd"/>
      <w:r w:rsidRPr="00D723C7">
        <w:rPr>
          <w:rStyle w:val="Anleitung"/>
        </w:rPr>
        <w:t xml:space="preserve"> wählen</w:t>
      </w:r>
      <w:r w:rsidR="00537A7D" w:rsidRPr="00D723C7">
        <w:rPr>
          <w:rStyle w:val="Anleitung"/>
        </w:rPr>
        <w:t xml:space="preserve"> oder Schaltfläche </w:t>
      </w:r>
      <w:proofErr w:type="spellStart"/>
      <w:r w:rsidR="00537A7D" w:rsidRPr="00D723C7">
        <w:rPr>
          <w:rStyle w:val="Anleitung"/>
        </w:rPr>
        <w:t>Gro</w:t>
      </w:r>
      <w:r w:rsidR="003D68D3">
        <w:rPr>
          <w:rStyle w:val="Anleitung"/>
        </w:rPr>
        <w:t>ss</w:t>
      </w:r>
      <w:proofErr w:type="spellEnd"/>
      <w:r w:rsidR="00537A7D" w:rsidRPr="00D723C7">
        <w:rPr>
          <w:rStyle w:val="Anleitung"/>
        </w:rPr>
        <w:t xml:space="preserve">-/Kleinschreibung  </w:t>
      </w:r>
      <w:r w:rsidR="00CE07FA" w:rsidRPr="00D723C7">
        <w:rPr>
          <w:rStyle w:val="Anleitung"/>
        </w:rPr>
        <w:t xml:space="preserve"> </w:t>
      </w:r>
      <w:r w:rsidR="00537A7D" w:rsidRPr="00D723C7">
        <w:rPr>
          <w:rStyle w:val="Anleitung"/>
        </w:rPr>
        <w:t xml:space="preserve"> </w:t>
      </w:r>
      <w:r w:rsidRPr="00D723C7">
        <w:rPr>
          <w:rStyle w:val="Anleitung"/>
        </w:rPr>
        <w:t xml:space="preserve"> </w:t>
      </w:r>
    </w:p>
    <w:p w14:paraId="3A88FAE9" w14:textId="0F23ABE0" w:rsidR="0080019B" w:rsidRPr="00D723C7" w:rsidRDefault="0080019B" w:rsidP="00175D19">
      <w:pPr>
        <w:spacing w:before="360"/>
        <w:rPr>
          <w:rStyle w:val="Anleitung"/>
        </w:rPr>
      </w:pPr>
      <w:r w:rsidRPr="007C4B0A">
        <w:t>Ich möchte jeden ersten Buchstaben im Wort gro</w:t>
      </w:r>
      <w:r w:rsidR="00175D19">
        <w:t>ss</w:t>
      </w:r>
      <w:r w:rsidRPr="007C4B0A">
        <w:t xml:space="preserve"> geschrieben haben.</w:t>
      </w:r>
      <w:r w:rsidR="004D28DA" w:rsidRPr="007C4B0A">
        <w:br/>
      </w:r>
      <w:r w:rsidR="004D28DA" w:rsidRPr="00D723C7">
        <w:rPr>
          <w:rStyle w:val="Anleitung"/>
        </w:rPr>
        <w:t>Register</w:t>
      </w:r>
      <w:r w:rsidRPr="00D723C7">
        <w:rPr>
          <w:rStyle w:val="Anleitung"/>
        </w:rPr>
        <w:t xml:space="preserve"> </w:t>
      </w:r>
      <w:r w:rsidR="004D28DA" w:rsidRPr="00D723C7">
        <w:rPr>
          <w:rStyle w:val="Anleitung"/>
        </w:rPr>
        <w:t xml:space="preserve">Start / </w:t>
      </w:r>
      <w:r w:rsidR="006D0F6F" w:rsidRPr="00D723C7">
        <w:rPr>
          <w:rStyle w:val="Anleitung"/>
        </w:rPr>
        <w:t>Gruppe</w:t>
      </w:r>
      <w:r w:rsidR="004D28DA" w:rsidRPr="00D723C7">
        <w:rPr>
          <w:rStyle w:val="Anleitung"/>
        </w:rPr>
        <w:t xml:space="preserve"> </w:t>
      </w:r>
      <w:r w:rsidRPr="00D723C7">
        <w:rPr>
          <w:rStyle w:val="Anleitung"/>
        </w:rPr>
        <w:t>Schriftart</w:t>
      </w:r>
      <w:r w:rsidR="004D28DA" w:rsidRPr="00D723C7">
        <w:rPr>
          <w:rStyle w:val="Anleitung"/>
        </w:rPr>
        <w:t xml:space="preserve"> / Schaltfläche </w:t>
      </w:r>
      <w:proofErr w:type="spellStart"/>
      <w:r w:rsidR="004D28DA" w:rsidRPr="00D723C7">
        <w:rPr>
          <w:rStyle w:val="Anleitung"/>
        </w:rPr>
        <w:t>Gro</w:t>
      </w:r>
      <w:r w:rsidR="003D68D3">
        <w:rPr>
          <w:rStyle w:val="Anleitung"/>
        </w:rPr>
        <w:t>ss</w:t>
      </w:r>
      <w:proofErr w:type="spellEnd"/>
      <w:r w:rsidR="004D28DA" w:rsidRPr="00D723C7">
        <w:rPr>
          <w:rStyle w:val="Anleitung"/>
        </w:rPr>
        <w:t>-/Kleinschreibung</w:t>
      </w:r>
      <w:r w:rsidR="006D0F6F" w:rsidRPr="00D723C7">
        <w:rPr>
          <w:rStyle w:val="Anleitung"/>
        </w:rPr>
        <w:t xml:space="preserve"> </w:t>
      </w:r>
    </w:p>
    <w:p w14:paraId="340E85B3" w14:textId="2773E6F0" w:rsidR="004D28DA" w:rsidRPr="00D723C7" w:rsidRDefault="004D28DA" w:rsidP="00175D19">
      <w:pPr>
        <w:spacing w:before="360"/>
        <w:rPr>
          <w:rStyle w:val="Anleitung"/>
        </w:rPr>
      </w:pPr>
      <w:proofErr w:type="spellStart"/>
      <w:r w:rsidRPr="007C4B0A">
        <w:t>hIER</w:t>
      </w:r>
      <w:proofErr w:type="spellEnd"/>
      <w:r w:rsidRPr="007C4B0A">
        <w:t xml:space="preserve"> SOLL DIE </w:t>
      </w:r>
      <w:proofErr w:type="spellStart"/>
      <w:r w:rsidRPr="007C4B0A">
        <w:t>gROSS-kLEINSCHREIBUNG</w:t>
      </w:r>
      <w:proofErr w:type="spellEnd"/>
      <w:r w:rsidRPr="007C4B0A">
        <w:t xml:space="preserve"> UMGEKEHRT WERDEN.</w:t>
      </w:r>
      <w:r w:rsidRPr="007C4B0A">
        <w:br/>
      </w:r>
      <w:r w:rsidRPr="00D723C7">
        <w:rPr>
          <w:rStyle w:val="Anleitung"/>
        </w:rPr>
        <w:t xml:space="preserve">Register Start / Dialogfeld Schriftart /Schaltfläche </w:t>
      </w:r>
      <w:proofErr w:type="spellStart"/>
      <w:r w:rsidRPr="00D723C7">
        <w:rPr>
          <w:rStyle w:val="Anleitung"/>
        </w:rPr>
        <w:t>Gro</w:t>
      </w:r>
      <w:r w:rsidR="003D68D3">
        <w:rPr>
          <w:rStyle w:val="Anleitung"/>
        </w:rPr>
        <w:t>ss</w:t>
      </w:r>
      <w:proofErr w:type="spellEnd"/>
      <w:r w:rsidRPr="00D723C7">
        <w:rPr>
          <w:rStyle w:val="Anleitung"/>
        </w:rPr>
        <w:t xml:space="preserve">-/Kleinschreibung </w:t>
      </w:r>
    </w:p>
    <w:p w14:paraId="2C2C01B0" w14:textId="77777777" w:rsidR="00E4315E" w:rsidRPr="007C4B0A" w:rsidRDefault="00E4315E" w:rsidP="00175D19">
      <w:pPr>
        <w:spacing w:before="360"/>
      </w:pPr>
      <w:r w:rsidRPr="007C4B0A">
        <w:t>Meine Schrift ist Lucida Handwriting, 18 pt.</w:t>
      </w:r>
    </w:p>
    <w:p w14:paraId="2F4998BA" w14:textId="5B47D322" w:rsidR="00E4315E" w:rsidRPr="007C4B0A" w:rsidRDefault="00B93101" w:rsidP="00175D19">
      <w:pPr>
        <w:spacing w:before="360"/>
      </w:pPr>
      <w:r w:rsidRPr="007C4B0A"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1" layoutInCell="1" allowOverlap="1" wp14:anchorId="02E89BC8" wp14:editId="1DE8B412">
            <wp:simplePos x="0" y="0"/>
            <wp:positionH relativeFrom="column">
              <wp:posOffset>4362450</wp:posOffset>
            </wp:positionH>
            <wp:positionV relativeFrom="paragraph">
              <wp:posOffset>802640</wp:posOffset>
            </wp:positionV>
            <wp:extent cx="283845" cy="248285"/>
            <wp:effectExtent l="0" t="0" r="190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24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15E" w:rsidRPr="007C4B0A">
        <w:rPr>
          <w:rFonts w:asciiTheme="majorHAnsi" w:hAnsiTheme="majorHAnsi"/>
        </w:rPr>
        <w:t>Meine Schrift ist Arial, 16 pt., Kapitälchen</w:t>
      </w:r>
      <w:r w:rsidRPr="007C4B0A">
        <w:rPr>
          <w:rFonts w:asciiTheme="majorHAnsi" w:hAnsiTheme="majorHAnsi"/>
        </w:rPr>
        <w:t xml:space="preserve"> </w:t>
      </w:r>
      <w:r w:rsidR="00D723C7" w:rsidRPr="007C4B0A">
        <w:rPr>
          <w:rFonts w:asciiTheme="majorHAnsi" w:hAnsiTheme="majorHAnsi"/>
        </w:rPr>
        <w:br/>
      </w:r>
      <w:r w:rsidR="00D723C7" w:rsidRPr="00D723C7">
        <w:rPr>
          <w:rStyle w:val="Anleitung"/>
        </w:rPr>
        <w:t xml:space="preserve">Register Start / Dialogfeld Schriftart </w:t>
      </w:r>
      <w:proofErr w:type="gramStart"/>
      <w:r w:rsidR="00D723C7" w:rsidRPr="00D723C7">
        <w:rPr>
          <w:rStyle w:val="Anleitung"/>
        </w:rPr>
        <w:t>/  Schaltfläche</w:t>
      </w:r>
      <w:proofErr w:type="gramEnd"/>
      <w:r w:rsidR="00D723C7" w:rsidRPr="00D723C7">
        <w:rPr>
          <w:rStyle w:val="Anleitung"/>
        </w:rPr>
        <w:t xml:space="preserve"> </w:t>
      </w:r>
      <w:proofErr w:type="spellStart"/>
      <w:r w:rsidR="00D723C7" w:rsidRPr="00D723C7">
        <w:rPr>
          <w:rStyle w:val="Anleitung"/>
        </w:rPr>
        <w:t>Gro</w:t>
      </w:r>
      <w:r w:rsidR="003D68D3">
        <w:rPr>
          <w:rStyle w:val="Anleitung"/>
        </w:rPr>
        <w:t>ss</w:t>
      </w:r>
      <w:proofErr w:type="spellEnd"/>
      <w:r w:rsidR="00D723C7" w:rsidRPr="00D723C7">
        <w:rPr>
          <w:rStyle w:val="Anleitung"/>
        </w:rPr>
        <w:t>-/Kleinschreibung</w:t>
      </w:r>
      <w:r w:rsidRPr="00D723C7">
        <w:rPr>
          <w:rStyle w:val="Anleitung"/>
        </w:rPr>
        <w:t>, Kapitälchen wählen)</w:t>
      </w:r>
    </w:p>
    <w:p w14:paraId="3574DE9A" w14:textId="77777777" w:rsidR="00B93101" w:rsidRPr="00B93101" w:rsidRDefault="00E4315E" w:rsidP="00175D19">
      <w:pPr>
        <w:pStyle w:val="Formatvorlage3"/>
        <w:spacing w:before="360" w:line="240" w:lineRule="auto"/>
        <w:jc w:val="both"/>
        <w:outlineLvl w:val="0"/>
        <w:rPr>
          <w:rFonts w:ascii="Times New Roman" w:hAnsi="Times New Roman"/>
          <w:lang w:val="de-AT"/>
        </w:rPr>
      </w:pPr>
      <w:r>
        <w:rPr>
          <w:rFonts w:ascii="Times New Roman" w:hAnsi="Times New Roman"/>
        </w:rPr>
        <w:t>Me</w:t>
      </w:r>
      <w:r w:rsidR="009649F0">
        <w:rPr>
          <w:rFonts w:ascii="Times New Roman" w:hAnsi="Times New Roman"/>
        </w:rPr>
        <w:t>ine Schrift ist Times New Roman</w:t>
      </w:r>
      <w:r>
        <w:rPr>
          <w:rFonts w:ascii="Times New Roman" w:hAnsi="Times New Roman"/>
        </w:rPr>
        <w:t>, 18 pt., schattiert</w:t>
      </w:r>
      <w:r w:rsidR="00B93101">
        <w:rPr>
          <w:rFonts w:ascii="Times New Roman" w:hAnsi="Times New Roman"/>
        </w:rPr>
        <w:t xml:space="preserve"> </w:t>
      </w:r>
      <w:r w:rsidR="00B93101">
        <w:rPr>
          <w:rFonts w:ascii="Times New Roman" w:hAnsi="Times New Roman"/>
          <w:i/>
          <w:color w:val="0070C0"/>
          <w:sz w:val="20"/>
        </w:rPr>
        <w:t xml:space="preserve">(Symbol Texteffekte           anklicken / Schatten) </w:t>
      </w:r>
    </w:p>
    <w:p w14:paraId="5F8C9B47" w14:textId="77777777" w:rsidR="00E4315E" w:rsidRPr="00D723C7" w:rsidRDefault="00E4315E" w:rsidP="00175D19">
      <w:pPr>
        <w:spacing w:before="360"/>
        <w:rPr>
          <w:rStyle w:val="Anleitung"/>
        </w:rPr>
      </w:pPr>
      <w:r>
        <w:t>Meine Schrift ist Cent</w:t>
      </w:r>
      <w:r w:rsidR="004904E5">
        <w:t>ury Gothic</w:t>
      </w:r>
      <w:r>
        <w:t xml:space="preserve">, 14 pt., </w:t>
      </w:r>
      <w:r w:rsidR="000C0606">
        <w:t>mit einer olivgrünen Schriftfarbe</w:t>
      </w:r>
      <w:r w:rsidR="00B93101">
        <w:t xml:space="preserve"> </w:t>
      </w:r>
      <w:r w:rsidR="000E1062">
        <w:br/>
      </w:r>
      <w:r w:rsidR="000E1062" w:rsidRPr="00D723C7">
        <w:rPr>
          <w:rStyle w:val="Anleitung"/>
        </w:rPr>
        <w:t xml:space="preserve">Register Start / Grupp Schriftart / Schaltfläche: </w:t>
      </w:r>
      <w:r w:rsidR="000C0606" w:rsidRPr="00D723C7">
        <w:rPr>
          <w:rStyle w:val="Anleitung"/>
        </w:rPr>
        <w:t>Schriftfarbe</w:t>
      </w:r>
    </w:p>
    <w:p w14:paraId="302DCAC3" w14:textId="77777777" w:rsidR="00E4315E" w:rsidRPr="007C4B0A" w:rsidRDefault="00E4315E" w:rsidP="00175D19">
      <w:pPr>
        <w:spacing w:before="360"/>
      </w:pPr>
      <w:r w:rsidRPr="007C4B0A">
        <w:t>Ich bin eine Geheimschrift – formatiere mich mit der Schriftart Webdings</w:t>
      </w:r>
      <w:r w:rsidR="000C0606" w:rsidRPr="007C4B0A">
        <w:t>.</w:t>
      </w:r>
    </w:p>
    <w:p w14:paraId="408092FA" w14:textId="77777777" w:rsidR="00175D19" w:rsidRDefault="00175D19" w:rsidP="00175D19">
      <w:pPr>
        <w:spacing w:before="360"/>
      </w:pPr>
    </w:p>
    <w:p w14:paraId="72E7589E" w14:textId="77777777" w:rsidR="00175D19" w:rsidRDefault="00175D19" w:rsidP="00175D19">
      <w:pPr>
        <w:spacing w:before="360"/>
      </w:pPr>
    </w:p>
    <w:p w14:paraId="67C857C1" w14:textId="63053667" w:rsidR="00E4315E" w:rsidRPr="00D723C7" w:rsidRDefault="00175D19" w:rsidP="00175D19">
      <w:pPr>
        <w:spacing w:before="360"/>
        <w:rPr>
          <w:rStyle w:val="Anleitung"/>
        </w:rPr>
      </w:pPr>
      <w:r w:rsidRPr="007C4B0A">
        <w:rPr>
          <w:noProof/>
        </w:rPr>
        <w:drawing>
          <wp:anchor distT="0" distB="0" distL="114300" distR="114300" simplePos="0" relativeHeight="251668480" behindDoc="0" locked="0" layoutInCell="1" allowOverlap="1" wp14:anchorId="30ACEE52" wp14:editId="5E06BE0A">
            <wp:simplePos x="0" y="0"/>
            <wp:positionH relativeFrom="column">
              <wp:posOffset>658191</wp:posOffset>
            </wp:positionH>
            <wp:positionV relativeFrom="paragraph">
              <wp:posOffset>414020</wp:posOffset>
            </wp:positionV>
            <wp:extent cx="213652" cy="234328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52" cy="234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15E" w:rsidRPr="007C4B0A">
        <w:t xml:space="preserve">Formatiere die „h“ bei </w:t>
      </w:r>
      <w:r>
        <w:t xml:space="preserve">den </w:t>
      </w:r>
      <w:r w:rsidR="00E4315E" w:rsidRPr="007C4B0A">
        <w:t xml:space="preserve">folgenden Zeitangaben hochgestellt: </w:t>
      </w:r>
      <w:r w:rsidR="00E4315E">
        <w:rPr>
          <w:rFonts w:ascii="Times New Roman" w:hAnsi="Times New Roman"/>
          <w:sz w:val="28"/>
        </w:rPr>
        <w:t>12h bis 16h</w:t>
      </w:r>
      <w:r w:rsidR="00B93101">
        <w:rPr>
          <w:rFonts w:ascii="Times New Roman" w:hAnsi="Times New Roman"/>
          <w:sz w:val="28"/>
        </w:rPr>
        <w:br/>
      </w:r>
      <w:r w:rsidR="00B93101" w:rsidRPr="00D723C7">
        <w:rPr>
          <w:rStyle w:val="Anleitung"/>
        </w:rPr>
        <w:t xml:space="preserve"> </w:t>
      </w:r>
      <w:r w:rsidR="000E1062" w:rsidRPr="00D723C7">
        <w:rPr>
          <w:rStyle w:val="Anleitung"/>
        </w:rPr>
        <w:t xml:space="preserve">Schaltfläche </w:t>
      </w:r>
      <w:r w:rsidR="00B93101" w:rsidRPr="00D723C7">
        <w:rPr>
          <w:rStyle w:val="Anleitung"/>
        </w:rPr>
        <w:t xml:space="preserve">      </w:t>
      </w:r>
      <w:r w:rsidR="005D190B" w:rsidRPr="00D723C7">
        <w:rPr>
          <w:rStyle w:val="Anleitung"/>
        </w:rPr>
        <w:t>oder Dialogfeld</w:t>
      </w:r>
      <w:r w:rsidR="00B93101" w:rsidRPr="00D723C7">
        <w:rPr>
          <w:rStyle w:val="Anleitung"/>
        </w:rPr>
        <w:t xml:space="preserve"> Schriftart öffnen)</w:t>
      </w:r>
    </w:p>
    <w:p w14:paraId="7E02F5B1" w14:textId="77777777" w:rsidR="00B93101" w:rsidRPr="00D723C7" w:rsidRDefault="000E1062" w:rsidP="00175D19">
      <w:pPr>
        <w:spacing w:before="360"/>
        <w:rPr>
          <w:rStyle w:val="Anleitung"/>
        </w:rPr>
      </w:pPr>
      <w:r w:rsidRPr="007F2C84">
        <w:rPr>
          <w:noProof/>
        </w:rPr>
        <w:drawing>
          <wp:anchor distT="0" distB="0" distL="114300" distR="114300" simplePos="0" relativeHeight="251662336" behindDoc="0" locked="0" layoutInCell="1" allowOverlap="1" wp14:anchorId="753F8F23" wp14:editId="3BEBA712">
            <wp:simplePos x="0" y="0"/>
            <wp:positionH relativeFrom="column">
              <wp:posOffset>638810</wp:posOffset>
            </wp:positionH>
            <wp:positionV relativeFrom="paragraph">
              <wp:posOffset>400381</wp:posOffset>
            </wp:positionV>
            <wp:extent cx="190500" cy="1905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F2C84">
        <w:t xml:space="preserve">Bei dieser Formel für Schwefelsäure H2SO4 sind die Ziffern </w:t>
      </w:r>
      <w:r w:rsidR="00E4315E" w:rsidRPr="007F2C84">
        <w:t>tiefgestellt.</w:t>
      </w:r>
      <w:r w:rsidR="00B93101" w:rsidRPr="007F2C84">
        <w:t xml:space="preserve"> </w:t>
      </w:r>
      <w:r w:rsidRPr="007F2C84">
        <w:br/>
      </w:r>
      <w:r w:rsidR="00D723C7" w:rsidRPr="00D723C7">
        <w:rPr>
          <w:rStyle w:val="Anleitung"/>
        </w:rPr>
        <w:t xml:space="preserve">Schaltfläche </w:t>
      </w:r>
      <w:r w:rsidR="00B93101" w:rsidRPr="00D723C7">
        <w:rPr>
          <w:rStyle w:val="Anleitung"/>
        </w:rPr>
        <w:t xml:space="preserve">       oder</w:t>
      </w:r>
      <w:r w:rsidRPr="00D723C7">
        <w:rPr>
          <w:rStyle w:val="Anleitung"/>
        </w:rPr>
        <w:t xml:space="preserve"> </w:t>
      </w:r>
      <w:r w:rsidR="00B93101" w:rsidRPr="00D723C7">
        <w:rPr>
          <w:rStyle w:val="Anleitung"/>
        </w:rPr>
        <w:t xml:space="preserve">Dialogfeld Schriftart </w:t>
      </w:r>
      <w:r w:rsidR="00D723C7">
        <w:rPr>
          <w:rStyle w:val="Anleitung"/>
        </w:rPr>
        <w:t>öffnen</w:t>
      </w:r>
    </w:p>
    <w:p w14:paraId="529884BB" w14:textId="77777777" w:rsidR="00B93101" w:rsidRPr="00D723C7" w:rsidRDefault="00E4315E" w:rsidP="00175D19">
      <w:pPr>
        <w:spacing w:before="360"/>
        <w:rPr>
          <w:rStyle w:val="Anleitung"/>
        </w:rPr>
      </w:pPr>
      <w:r w:rsidRPr="007F2C84">
        <w:t xml:space="preserve">Ich bin doppelt unterstrichen. </w:t>
      </w:r>
      <w:r w:rsidR="00D723C7" w:rsidRPr="007F2C84">
        <w:br/>
      </w:r>
      <w:r w:rsidR="00B93101" w:rsidRPr="00D723C7">
        <w:rPr>
          <w:rStyle w:val="Anleitung"/>
        </w:rPr>
        <w:t>Register</w:t>
      </w:r>
      <w:r w:rsidR="000E1062" w:rsidRPr="00D723C7">
        <w:rPr>
          <w:rStyle w:val="Anleitung"/>
        </w:rPr>
        <w:t xml:space="preserve"> </w:t>
      </w:r>
      <w:r w:rsidR="00B93101" w:rsidRPr="00D723C7">
        <w:rPr>
          <w:rStyle w:val="Anleitung"/>
        </w:rPr>
        <w:t>Start</w:t>
      </w:r>
      <w:r w:rsidR="007C4B0A">
        <w:rPr>
          <w:rStyle w:val="Anleitung"/>
        </w:rPr>
        <w:t xml:space="preserve"> </w:t>
      </w:r>
      <w:r w:rsidR="00B93101" w:rsidRPr="00D723C7">
        <w:rPr>
          <w:rStyle w:val="Anleitung"/>
        </w:rPr>
        <w:t xml:space="preserve">/ </w:t>
      </w:r>
      <w:r w:rsidR="000E1062" w:rsidRPr="00D723C7">
        <w:rPr>
          <w:rStyle w:val="Anleitung"/>
        </w:rPr>
        <w:t>Gruppe Schriftart</w:t>
      </w:r>
      <w:r w:rsidR="007C4B0A">
        <w:rPr>
          <w:rStyle w:val="Anleitung"/>
        </w:rPr>
        <w:t xml:space="preserve"> </w:t>
      </w:r>
      <w:r w:rsidR="000E1062" w:rsidRPr="00D723C7">
        <w:rPr>
          <w:rStyle w:val="Anleitung"/>
        </w:rPr>
        <w:t>/</w:t>
      </w:r>
      <w:r w:rsidR="00CE07FA" w:rsidRPr="00D723C7">
        <w:rPr>
          <w:rStyle w:val="Anleitung"/>
        </w:rPr>
        <w:t xml:space="preserve"> </w:t>
      </w:r>
      <w:r w:rsidR="00B93101" w:rsidRPr="00D723C7">
        <w:rPr>
          <w:rStyle w:val="Anleitung"/>
        </w:rPr>
        <w:t>Unterstreichen</w:t>
      </w:r>
    </w:p>
    <w:p w14:paraId="4028D678" w14:textId="77777777" w:rsidR="00C7558C" w:rsidRPr="007C4B0A" w:rsidRDefault="00E4315E" w:rsidP="00175D19">
      <w:pPr>
        <w:spacing w:before="360"/>
        <w:jc w:val="both"/>
        <w:outlineLvl w:val="0"/>
        <w:rPr>
          <w:rFonts w:cstheme="minorHAnsi"/>
        </w:rPr>
      </w:pPr>
      <w:r w:rsidRPr="007C4B0A">
        <w:rPr>
          <w:rFonts w:cstheme="minorHAnsi"/>
        </w:rPr>
        <w:t>Ich bin die Schrift „</w:t>
      </w:r>
      <w:r w:rsidR="00C7558C" w:rsidRPr="007C4B0A">
        <w:rPr>
          <w:rFonts w:cstheme="minorHAnsi"/>
        </w:rPr>
        <w:t>Verdana</w:t>
      </w:r>
      <w:r w:rsidRPr="007C4B0A">
        <w:rPr>
          <w:rFonts w:cstheme="minorHAnsi"/>
        </w:rPr>
        <w:t xml:space="preserve">“, 8 Punkte, fett. </w:t>
      </w:r>
      <w:r w:rsidR="00970F79" w:rsidRPr="007C4B0A">
        <w:rPr>
          <w:rFonts w:cstheme="minorHAnsi"/>
        </w:rPr>
        <w:t xml:space="preserve"> </w:t>
      </w:r>
      <w:r w:rsidR="00872427" w:rsidRPr="007C4B0A">
        <w:rPr>
          <w:rFonts w:cstheme="minorHAnsi"/>
        </w:rPr>
        <w:t xml:space="preserve"> </w:t>
      </w:r>
    </w:p>
    <w:p w14:paraId="79B89FF1" w14:textId="77777777" w:rsidR="00E4315E" w:rsidRPr="007C4B0A" w:rsidRDefault="00E4315E" w:rsidP="00175D19">
      <w:pPr>
        <w:spacing w:before="360"/>
        <w:rPr>
          <w:rFonts w:cstheme="minorHAnsi"/>
        </w:rPr>
      </w:pPr>
      <w:r w:rsidRPr="007C4B0A">
        <w:rPr>
          <w:rFonts w:cstheme="minorHAnsi"/>
        </w:rPr>
        <w:t xml:space="preserve">Ich bin rechtsbündig, kursiv, grün, und ich </w:t>
      </w:r>
      <w:r w:rsidR="007F2C84" w:rsidRPr="007C4B0A">
        <w:rPr>
          <w:rFonts w:cstheme="minorHAnsi"/>
        </w:rPr>
        <w:t>habe die Schriftart</w:t>
      </w:r>
      <w:r w:rsidRPr="007C4B0A">
        <w:rPr>
          <w:rFonts w:cstheme="minorHAnsi"/>
        </w:rPr>
        <w:t xml:space="preserve"> „Arial“.</w:t>
      </w:r>
    </w:p>
    <w:p w14:paraId="3ADCE566" w14:textId="435FD1FA" w:rsidR="00E4315E" w:rsidRPr="00D723C7" w:rsidRDefault="00E4315E" w:rsidP="00175D19">
      <w:pPr>
        <w:spacing w:before="360"/>
        <w:rPr>
          <w:rStyle w:val="Anleitung"/>
        </w:rPr>
      </w:pPr>
      <w:r w:rsidRPr="007C4B0A">
        <w:rPr>
          <w:rFonts w:cstheme="minorHAnsi"/>
        </w:rPr>
        <w:t xml:space="preserve">Ich bin mit einer </w:t>
      </w:r>
      <w:r w:rsidR="00C7558C" w:rsidRPr="007C4B0A">
        <w:rPr>
          <w:rFonts w:cstheme="minorHAnsi"/>
        </w:rPr>
        <w:t xml:space="preserve">grünen </w:t>
      </w:r>
      <w:r w:rsidRPr="007C4B0A">
        <w:rPr>
          <w:rFonts w:cstheme="minorHAnsi"/>
        </w:rPr>
        <w:t xml:space="preserve">Welle unterstrichen. </w:t>
      </w:r>
      <w:r w:rsidR="00D723C7" w:rsidRPr="00D723C7">
        <w:br/>
      </w:r>
      <w:r w:rsidR="00B93101" w:rsidRPr="00D723C7">
        <w:rPr>
          <w:rStyle w:val="Anleitung"/>
        </w:rPr>
        <w:t>Register</w:t>
      </w:r>
      <w:r w:rsidR="00532C26" w:rsidRPr="00D723C7">
        <w:rPr>
          <w:rStyle w:val="Anleitung"/>
        </w:rPr>
        <w:t xml:space="preserve"> Start/ </w:t>
      </w:r>
      <w:r w:rsidR="000E1062" w:rsidRPr="00D723C7">
        <w:rPr>
          <w:rStyle w:val="Anleitung"/>
        </w:rPr>
        <w:t xml:space="preserve">Gruppe </w:t>
      </w:r>
      <w:r w:rsidR="00532C26" w:rsidRPr="00D723C7">
        <w:rPr>
          <w:rStyle w:val="Anleitung"/>
        </w:rPr>
        <w:t>Schriftart</w:t>
      </w:r>
      <w:r w:rsidR="005916DE" w:rsidRPr="00D723C7">
        <w:rPr>
          <w:rStyle w:val="Anleitung"/>
        </w:rPr>
        <w:t>/</w:t>
      </w:r>
      <w:r w:rsidR="00CE07FA" w:rsidRPr="00D723C7">
        <w:rPr>
          <w:rStyle w:val="Anleitung"/>
        </w:rPr>
        <w:t xml:space="preserve"> </w:t>
      </w:r>
      <w:r w:rsidR="00532C26" w:rsidRPr="00D723C7">
        <w:rPr>
          <w:rStyle w:val="Anleitung"/>
        </w:rPr>
        <w:t>Unterstreichen</w:t>
      </w:r>
      <w:r w:rsidR="00D723C7" w:rsidRPr="00D723C7">
        <w:rPr>
          <w:rStyle w:val="Anleitung"/>
        </w:rPr>
        <w:t xml:space="preserve">: wähle </w:t>
      </w:r>
      <w:r w:rsidR="00B55C93">
        <w:rPr>
          <w:rStyle w:val="Anleitung"/>
          <w:b/>
        </w:rPr>
        <w:t>w</w:t>
      </w:r>
      <w:r w:rsidR="00D723C7" w:rsidRPr="00D723C7">
        <w:rPr>
          <w:rStyle w:val="Anleitung"/>
          <w:b/>
        </w:rPr>
        <w:t>ellenförmig</w:t>
      </w:r>
      <w:r w:rsidR="00D723C7" w:rsidRPr="00D723C7">
        <w:rPr>
          <w:rStyle w:val="Anleitung"/>
        </w:rPr>
        <w:t xml:space="preserve"> </w:t>
      </w:r>
      <w:r w:rsidR="00D723C7" w:rsidRPr="00D723C7">
        <w:rPr>
          <w:rStyle w:val="Anleitung"/>
          <w:b/>
        </w:rPr>
        <w:t>unterstreichen</w:t>
      </w:r>
      <w:r w:rsidR="00D723C7" w:rsidRPr="00D723C7">
        <w:rPr>
          <w:rStyle w:val="Anleitung"/>
        </w:rPr>
        <w:t xml:space="preserve"> und Grün als Unterstreichungsfarbe. </w:t>
      </w:r>
    </w:p>
    <w:sectPr w:rsidR="00E4315E" w:rsidRPr="00D723C7" w:rsidSect="00D723C7">
      <w:headerReference w:type="default" r:id="rId14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E1631" w14:textId="77777777" w:rsidR="00F66010" w:rsidRDefault="00F66010">
      <w:r>
        <w:separator/>
      </w:r>
    </w:p>
  </w:endnote>
  <w:endnote w:type="continuationSeparator" w:id="0">
    <w:p w14:paraId="367607DB" w14:textId="77777777" w:rsidR="00F66010" w:rsidRDefault="00F6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ACDA0" w14:textId="77777777" w:rsidR="00F66010" w:rsidRDefault="00F66010">
      <w:r>
        <w:separator/>
      </w:r>
    </w:p>
  </w:footnote>
  <w:footnote w:type="continuationSeparator" w:id="0">
    <w:p w14:paraId="043F4A32" w14:textId="77777777" w:rsidR="00F66010" w:rsidRDefault="00F66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F0680" w14:textId="18FE141C" w:rsidR="00E4315E" w:rsidRPr="0078794C" w:rsidRDefault="0078794C" w:rsidP="00D723C7">
    <w:pPr>
      <w:pStyle w:val="Kopfzeile"/>
      <w:pBdr>
        <w:bottom w:val="single" w:sz="4" w:space="1" w:color="365F91" w:themeColor="accent1" w:themeShade="BF"/>
      </w:pBdr>
      <w:tabs>
        <w:tab w:val="clear" w:pos="9072"/>
        <w:tab w:val="left" w:pos="3119"/>
        <w:tab w:val="left" w:pos="4536"/>
        <w:tab w:val="right" w:pos="8364"/>
      </w:tabs>
      <w:spacing w:after="240"/>
      <w:ind w:right="1134"/>
      <w:rPr>
        <w:rFonts w:cstheme="minorHAnsi"/>
        <w:color w:val="365F91" w:themeColor="accent1" w:themeShade="BF"/>
      </w:rPr>
    </w:pPr>
    <w:r w:rsidRPr="0078794C">
      <w:rPr>
        <w:rFonts w:cstheme="minorHAnsi"/>
        <w:bCs/>
        <w:noProof/>
        <w:color w:val="365F91" w:themeColor="accent1" w:themeShade="BF"/>
        <w:sz w:val="28"/>
        <w:szCs w:val="28"/>
        <w:lang w:val="en-US" w:eastAsia="en-US"/>
      </w:rPr>
      <w:drawing>
        <wp:anchor distT="0" distB="0" distL="114300" distR="114300" simplePos="0" relativeHeight="251659264" behindDoc="0" locked="0" layoutInCell="1" allowOverlap="1" wp14:anchorId="404F0D6D" wp14:editId="0A227C61">
          <wp:simplePos x="0" y="0"/>
          <wp:positionH relativeFrom="margin">
            <wp:posOffset>5500370</wp:posOffset>
          </wp:positionH>
          <wp:positionV relativeFrom="paragraph">
            <wp:posOffset>-185337</wp:posOffset>
          </wp:positionV>
          <wp:extent cx="594360" cy="594360"/>
          <wp:effectExtent l="0" t="0" r="0" b="0"/>
          <wp:wrapNone/>
          <wp:docPr id="16" name="Grafik 16" descr="C:\Users\xAdmin\Dropbox\Easy4me\_FTP_Easy4Me_Neu\workfiles\images\word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xAdmin\Dropbox\Easy4me\_FTP_Easy4Me_Neu\workfiles\images\word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5D19">
      <w:rPr>
        <w:rFonts w:cstheme="minorHAnsi"/>
        <w:bCs/>
        <w:color w:val="365F91" w:themeColor="accent1" w:themeShade="BF"/>
        <w:sz w:val="28"/>
        <w:szCs w:val="28"/>
        <w:lang w:val="en-GB"/>
      </w:rPr>
      <w:t>004</w:t>
    </w:r>
    <w:r w:rsidR="002F1138" w:rsidRPr="0078794C">
      <w:rPr>
        <w:rFonts w:cstheme="minorHAnsi"/>
        <w:bCs/>
        <w:color w:val="365F91" w:themeColor="accent1" w:themeShade="BF"/>
        <w:sz w:val="28"/>
        <w:szCs w:val="28"/>
        <w:lang w:val="en-GB"/>
      </w:rPr>
      <w:t xml:space="preserve"> </w:t>
    </w:r>
    <w:r w:rsidR="00D5574F" w:rsidRPr="0078794C">
      <w:rPr>
        <w:rFonts w:cstheme="minorHAnsi"/>
        <w:bCs/>
        <w:color w:val="365F91" w:themeColor="accent1" w:themeShade="BF"/>
        <w:sz w:val="28"/>
        <w:szCs w:val="28"/>
        <w:lang w:val="en-GB"/>
      </w:rPr>
      <w:t>Zeichenformatierungen</w:t>
    </w:r>
    <w:r w:rsidRPr="0078794C">
      <w:rPr>
        <w:rFonts w:cstheme="minorHAnsi"/>
        <w:bCs/>
        <w:color w:val="365F91" w:themeColor="accent1" w:themeShade="BF"/>
        <w:sz w:val="32"/>
        <w:szCs w:val="32"/>
        <w:lang w:val="en-GB"/>
      </w:rPr>
      <w:tab/>
    </w:r>
    <w:r w:rsidRPr="0078794C">
      <w:rPr>
        <w:rFonts w:cstheme="minorHAnsi"/>
        <w:bCs/>
        <w:color w:val="365F91" w:themeColor="accent1" w:themeShade="BF"/>
        <w:sz w:val="32"/>
        <w:szCs w:val="32"/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4289781">
    <w:abstractNumId w:val="1"/>
  </w:num>
  <w:num w:numId="2" w16cid:durableId="175536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15E"/>
    <w:rsid w:val="000261F5"/>
    <w:rsid w:val="00072281"/>
    <w:rsid w:val="000B2291"/>
    <w:rsid w:val="000C0606"/>
    <w:rsid w:val="000E1062"/>
    <w:rsid w:val="00111911"/>
    <w:rsid w:val="00126555"/>
    <w:rsid w:val="001450DF"/>
    <w:rsid w:val="00175D19"/>
    <w:rsid w:val="001765B5"/>
    <w:rsid w:val="00293739"/>
    <w:rsid w:val="002947E1"/>
    <w:rsid w:val="002F1138"/>
    <w:rsid w:val="00310BC7"/>
    <w:rsid w:val="003835B3"/>
    <w:rsid w:val="003B6F78"/>
    <w:rsid w:val="003D68D3"/>
    <w:rsid w:val="003D6993"/>
    <w:rsid w:val="003E0C11"/>
    <w:rsid w:val="00405C6A"/>
    <w:rsid w:val="00464251"/>
    <w:rsid w:val="004904E5"/>
    <w:rsid w:val="004D28DA"/>
    <w:rsid w:val="00532C26"/>
    <w:rsid w:val="00534151"/>
    <w:rsid w:val="00537A7D"/>
    <w:rsid w:val="005916DE"/>
    <w:rsid w:val="005D190B"/>
    <w:rsid w:val="00643ED3"/>
    <w:rsid w:val="00662350"/>
    <w:rsid w:val="006759F3"/>
    <w:rsid w:val="006868AD"/>
    <w:rsid w:val="006A6ADB"/>
    <w:rsid w:val="006D0F6F"/>
    <w:rsid w:val="006E2984"/>
    <w:rsid w:val="0078794C"/>
    <w:rsid w:val="007C4B0A"/>
    <w:rsid w:val="007F2C84"/>
    <w:rsid w:val="0080019B"/>
    <w:rsid w:val="00872427"/>
    <w:rsid w:val="00896C3D"/>
    <w:rsid w:val="008F0B92"/>
    <w:rsid w:val="00910E6C"/>
    <w:rsid w:val="00921D91"/>
    <w:rsid w:val="009649F0"/>
    <w:rsid w:val="00970F79"/>
    <w:rsid w:val="00980082"/>
    <w:rsid w:val="00985960"/>
    <w:rsid w:val="009868A0"/>
    <w:rsid w:val="009C1150"/>
    <w:rsid w:val="009C74B5"/>
    <w:rsid w:val="00A002ED"/>
    <w:rsid w:val="00A04D80"/>
    <w:rsid w:val="00A23742"/>
    <w:rsid w:val="00B06DBF"/>
    <w:rsid w:val="00B2365B"/>
    <w:rsid w:val="00B35673"/>
    <w:rsid w:val="00B55C93"/>
    <w:rsid w:val="00B624BC"/>
    <w:rsid w:val="00B93101"/>
    <w:rsid w:val="00C6797E"/>
    <w:rsid w:val="00C7558C"/>
    <w:rsid w:val="00C82325"/>
    <w:rsid w:val="00CB1366"/>
    <w:rsid w:val="00CB7CC0"/>
    <w:rsid w:val="00CE07FA"/>
    <w:rsid w:val="00D5574F"/>
    <w:rsid w:val="00D723C7"/>
    <w:rsid w:val="00D72F9C"/>
    <w:rsid w:val="00D96FAE"/>
    <w:rsid w:val="00E01794"/>
    <w:rsid w:val="00E12119"/>
    <w:rsid w:val="00E20A10"/>
    <w:rsid w:val="00E4315E"/>
    <w:rsid w:val="00E92CA1"/>
    <w:rsid w:val="00F25456"/>
    <w:rsid w:val="00F66010"/>
    <w:rsid w:val="00F853EC"/>
    <w:rsid w:val="00F9294C"/>
    <w:rsid w:val="00FB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5D35582E"/>
  <w15:docId w15:val="{B253A490-65B8-4D76-BABE-4E548B43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F2C84"/>
    <w:pPr>
      <w:spacing w:before="120"/>
    </w:pPr>
    <w:rPr>
      <w:rFonts w:asciiTheme="minorHAnsi" w:hAnsiTheme="minorHAnsi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F929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9294C"/>
    <w:pPr>
      <w:keepNext/>
      <w:outlineLvl w:val="1"/>
    </w:pPr>
    <w:rPr>
      <w:color w:val="008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929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F9294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F9294C"/>
    <w:rPr>
      <w:i/>
      <w:iCs/>
      <w:sz w:val="20"/>
    </w:rPr>
  </w:style>
  <w:style w:type="paragraph" w:customStyle="1" w:styleId="Formatvorlage3">
    <w:name w:val="Formatvorlage3"/>
    <w:basedOn w:val="Standard"/>
    <w:rsid w:val="00F9294C"/>
    <w:pPr>
      <w:spacing w:line="312" w:lineRule="auto"/>
    </w:pPr>
    <w:rPr>
      <w:rFonts w:ascii="Arial" w:hAnsi="Arial"/>
      <w:szCs w:val="20"/>
    </w:rPr>
  </w:style>
  <w:style w:type="character" w:styleId="Hyperlink">
    <w:name w:val="Hyperlink"/>
    <w:basedOn w:val="Absatz-Standardschriftart"/>
    <w:rsid w:val="00F9294C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rsid w:val="00D5574F"/>
    <w:rPr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rsid w:val="00B931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93101"/>
    <w:rPr>
      <w:rFonts w:ascii="Tahoma" w:hAnsi="Tahoma" w:cs="Tahoma"/>
      <w:sz w:val="16"/>
      <w:szCs w:val="16"/>
      <w:lang w:val="de-DE" w:eastAsia="de-DE"/>
    </w:rPr>
  </w:style>
  <w:style w:type="character" w:customStyle="1" w:styleId="Anleitung">
    <w:name w:val="Anleitung"/>
    <w:basedOn w:val="Absatz-Standardschriftart"/>
    <w:rsid w:val="00D723C7"/>
    <w:rPr>
      <w:rFonts w:asciiTheme="minorHAnsi" w:hAnsiTheme="minorHAnsi"/>
      <w:i/>
      <w:iCs/>
      <w:color w:val="365F91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ffd17-55a7-4b25-b20c-462d16bbe781" xsi:nil="true"/>
    <lcf76f155ced4ddcb4097134ff3c332f xmlns="39b2766b-c11e-4d34-ae90-b418efdcb7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4128E13B0D334BA315F3775C0F97AB" ma:contentTypeVersion="9" ma:contentTypeDescription="Ein neues Dokument erstellen." ma:contentTypeScope="" ma:versionID="08d6c938c5b8ba2cb3ae22bdff9f28a2">
  <xsd:schema xmlns:xsd="http://www.w3.org/2001/XMLSchema" xmlns:xs="http://www.w3.org/2001/XMLSchema" xmlns:p="http://schemas.microsoft.com/office/2006/metadata/properties" xmlns:ns2="39b2766b-c11e-4d34-ae90-b418efdcb7ee" xmlns:ns3="7dbffd17-55a7-4b25-b20c-462d16bbe781" targetNamespace="http://schemas.microsoft.com/office/2006/metadata/properties" ma:root="true" ma:fieldsID="bf594e0c710aeaa748e3fca17eb90cb8" ns2:_="" ns3:_="">
    <xsd:import namespace="39b2766b-c11e-4d34-ae90-b418efdcb7ee"/>
    <xsd:import namespace="7dbffd17-55a7-4b25-b20c-462d16bbe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2766b-c11e-4d34-ae90-b418efdcb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3ebf75d-a44c-490e-b061-5d1ad43ecb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ffd17-55a7-4b25-b20c-462d16bbe7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f83ad16-6433-42a5-99d8-c6c549438078}" ma:internalName="TaxCatchAll" ma:showField="CatchAllData" ma:web="7dbffd17-55a7-4b25-b20c-462d16bbe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A2142-277A-4773-BF49-501198C5725C}">
  <ds:schemaRefs>
    <ds:schemaRef ds:uri="http://schemas.microsoft.com/office/2006/metadata/properties"/>
    <ds:schemaRef ds:uri="http://schemas.microsoft.com/office/infopath/2007/PartnerControls"/>
    <ds:schemaRef ds:uri="7dbffd17-55a7-4b25-b20c-462d16bbe781"/>
    <ds:schemaRef ds:uri="39b2766b-c11e-4d34-ae90-b418efdcb7ee"/>
  </ds:schemaRefs>
</ds:datastoreItem>
</file>

<file path=customXml/itemProps2.xml><?xml version="1.0" encoding="utf-8"?>
<ds:datastoreItem xmlns:ds="http://schemas.openxmlformats.org/officeDocument/2006/customXml" ds:itemID="{854376B2-7C64-4FB4-9E87-555784B1F6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5EB92-CA87-425B-9946-53946BB9F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b2766b-c11e-4d34-ae90-b418efdcb7ee"/>
    <ds:schemaRef ds:uri="7dbffd17-55a7-4b25-b20c-462d16bbe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2</Pages>
  <Words>273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 Zeichenformatierungen</vt:lpstr>
    </vt:vector>
  </TitlesOfParts>
  <Company/>
  <LinksUpToDate>false</LinksUpToDate>
  <CharactersWithSpaces>2037</CharactersWithSpaces>
  <SharedDoc>false</SharedDoc>
  <HLinks>
    <vt:vector size="6" baseType="variant">
      <vt:variant>
        <vt:i4>4980746</vt:i4>
      </vt:variant>
      <vt:variant>
        <vt:i4>0</vt:i4>
      </vt:variant>
      <vt:variant>
        <vt:i4>0</vt:i4>
      </vt:variant>
      <vt:variant>
        <vt:i4>5</vt:i4>
      </vt:variant>
      <vt:variant>
        <vt:lpwstr>http://www.easy4me.info/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 Zeichenformatierungen</dc:title>
  <dc:creator>Easy4Me</dc:creator>
  <cp:lastModifiedBy>Marc Chéhab</cp:lastModifiedBy>
  <cp:revision>8</cp:revision>
  <cp:lastPrinted>2004-02-22T16:42:00Z</cp:lastPrinted>
  <dcterms:created xsi:type="dcterms:W3CDTF">2018-09-27T19:19:00Z</dcterms:created>
  <dcterms:modified xsi:type="dcterms:W3CDTF">2024-10-23T09:55:00Z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0x010100FA4128E13B0D334BA315F3775C0F97AB</vt:lpwstr>
  </property>
</Properties>
</file>