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6A77A5B" w14:textId="13D07CA7" w:rsidR="008313A5" w:rsidRPr="00F11D88" w:rsidRDefault="008313A5" w:rsidP="008313A5">
      <w:pPr>
        <w:spacing w:line="312" w:lineRule="auto"/>
        <w:rPr>
          <w:rFonts w:ascii="Verdana" w:hAnsi="Verdana" w:cs="Arial"/>
          <w:b/>
          <w:sz w:val="20"/>
          <w:szCs w:val="20"/>
        </w:rPr>
      </w:pPr>
    </w:p>
    <w:p w14:paraId="120DEC33" w14:textId="7F798F2B" w:rsidR="008313A5" w:rsidRDefault="008313A5" w:rsidP="008313A5">
      <w:pPr>
        <w:pStyle w:val="Listenabsatz"/>
        <w:numPr>
          <w:ilvl w:val="0"/>
          <w:numId w:val="17"/>
        </w:numPr>
        <w:spacing w:after="120" w:line="312" w:lineRule="auto"/>
        <w:ind w:left="714" w:hanging="357"/>
        <w:contextualSpacing w:val="0"/>
        <w:rPr>
          <w:rFonts w:cstheme="minorHAnsi"/>
        </w:rPr>
      </w:pPr>
      <w:r w:rsidRPr="00E156AF">
        <w:rPr>
          <w:rFonts w:cstheme="minorHAnsi"/>
        </w:rPr>
        <w:t>Änder</w:t>
      </w:r>
      <w:r w:rsidR="002F65D8">
        <w:rPr>
          <w:rFonts w:cstheme="minorHAnsi"/>
        </w:rPr>
        <w:t>n Sie</w:t>
      </w:r>
      <w:r w:rsidRPr="00E156AF">
        <w:rPr>
          <w:rFonts w:cstheme="minorHAnsi"/>
        </w:rPr>
        <w:t xml:space="preserve"> </w:t>
      </w:r>
      <w:r w:rsidR="00E156AF" w:rsidRPr="00E156AF">
        <w:rPr>
          <w:rFonts w:cstheme="minorHAnsi"/>
        </w:rPr>
        <w:t>die Seitenausrichtung</w:t>
      </w:r>
      <w:r w:rsidRPr="00E156AF">
        <w:rPr>
          <w:rFonts w:cstheme="minorHAnsi"/>
        </w:rPr>
        <w:t xml:space="preserve"> auf </w:t>
      </w:r>
      <w:r w:rsidRPr="002F65D8">
        <w:rPr>
          <w:rFonts w:cstheme="minorHAnsi"/>
          <w:b/>
          <w:bCs/>
          <w:i/>
        </w:rPr>
        <w:t>Querformat</w:t>
      </w:r>
      <w:r w:rsidRPr="002F65D8">
        <w:rPr>
          <w:rFonts w:cstheme="minorHAnsi"/>
          <w:b/>
          <w:bCs/>
        </w:rPr>
        <w:t xml:space="preserve"> </w:t>
      </w:r>
      <w:r w:rsidR="00E156AF">
        <w:rPr>
          <w:rFonts w:cstheme="minorHAnsi"/>
        </w:rPr>
        <w:br/>
      </w:r>
      <w:r w:rsidR="00E156AF" w:rsidRPr="00E156AF">
        <w:rPr>
          <w:rStyle w:val="Anleitung"/>
        </w:rPr>
        <w:t>Register Layout / Gruppe Seite einrichten / Ausrichtung: Querformat</w:t>
      </w:r>
      <w:r w:rsidRPr="00E156AF">
        <w:rPr>
          <w:rFonts w:cstheme="minorHAnsi"/>
        </w:rPr>
        <w:br/>
        <w:t>Schreib</w:t>
      </w:r>
      <w:r w:rsidR="002F65D8">
        <w:rPr>
          <w:rFonts w:cstheme="minorHAnsi"/>
        </w:rPr>
        <w:t>en Sie</w:t>
      </w:r>
      <w:r w:rsidRPr="00E156AF">
        <w:rPr>
          <w:rFonts w:cstheme="minorHAnsi"/>
        </w:rPr>
        <w:t xml:space="preserve"> in die </w:t>
      </w:r>
      <w:r w:rsidRPr="00E156AF">
        <w:rPr>
          <w:rFonts w:cstheme="minorHAnsi"/>
          <w:i/>
        </w:rPr>
        <w:t>Kopfzeile</w:t>
      </w:r>
      <w:r w:rsidRPr="00E156AF">
        <w:rPr>
          <w:rFonts w:cstheme="minorHAnsi"/>
        </w:rPr>
        <w:t xml:space="preserve"> </w:t>
      </w:r>
      <w:r w:rsidRPr="00E156AF">
        <w:rPr>
          <w:rFonts w:cstheme="minorHAnsi"/>
          <w:b/>
          <w:i/>
        </w:rPr>
        <w:t>Formen</w:t>
      </w:r>
      <w:r w:rsidRPr="00E156AF">
        <w:rPr>
          <w:rFonts w:cstheme="minorHAnsi"/>
        </w:rPr>
        <w:t xml:space="preserve">, in die </w:t>
      </w:r>
      <w:r w:rsidRPr="00E156AF">
        <w:rPr>
          <w:rFonts w:cstheme="minorHAnsi"/>
          <w:i/>
        </w:rPr>
        <w:t>Fußzeile</w:t>
      </w:r>
      <w:r w:rsidRPr="00E156AF">
        <w:rPr>
          <w:rFonts w:cstheme="minorHAnsi"/>
        </w:rPr>
        <w:t xml:space="preserve"> </w:t>
      </w:r>
      <w:r w:rsidR="002F65D8">
        <w:rPr>
          <w:rFonts w:cstheme="minorHAnsi"/>
        </w:rPr>
        <w:t>Ihren</w:t>
      </w:r>
      <w:r w:rsidRPr="00E156AF">
        <w:rPr>
          <w:rFonts w:cstheme="minorHAnsi"/>
        </w:rPr>
        <w:t xml:space="preserve"> </w:t>
      </w:r>
      <w:r w:rsidRPr="00E156AF">
        <w:rPr>
          <w:rFonts w:cstheme="minorHAnsi"/>
          <w:b/>
          <w:i/>
        </w:rPr>
        <w:t>Namen</w:t>
      </w:r>
      <w:r w:rsidRPr="00E156AF">
        <w:rPr>
          <w:rFonts w:cstheme="minorHAnsi"/>
        </w:rPr>
        <w:t>.</w:t>
      </w:r>
      <w:r w:rsidR="00E156AF">
        <w:rPr>
          <w:rFonts w:cstheme="minorHAnsi"/>
        </w:rPr>
        <w:br/>
      </w:r>
      <w:r w:rsidR="00E156AF" w:rsidRPr="00E156AF">
        <w:rPr>
          <w:rStyle w:val="Anleitung"/>
        </w:rPr>
        <w:t>Mach einen Doppelklick auf den Kopf- bzw. Fußzeilenbereich und gib den Text ein.</w:t>
      </w:r>
    </w:p>
    <w:p w14:paraId="4D6D87BA" w14:textId="239C6202" w:rsidR="002F65D8" w:rsidRDefault="00E156AF" w:rsidP="002F65D8">
      <w:pPr>
        <w:pStyle w:val="Listenabsatz"/>
        <w:numPr>
          <w:ilvl w:val="0"/>
          <w:numId w:val="17"/>
        </w:numPr>
        <w:spacing w:line="312" w:lineRule="auto"/>
        <w:ind w:left="714" w:hanging="357"/>
        <w:contextualSpacing w:val="0"/>
        <w:rPr>
          <w:rFonts w:cstheme="minorHAnsi"/>
        </w:rPr>
      </w:pPr>
      <w:r>
        <w:rPr>
          <w:rFonts w:cstheme="minorHAnsi"/>
        </w:rPr>
        <w:t>Änder</w:t>
      </w:r>
      <w:r w:rsidR="002F65D8">
        <w:rPr>
          <w:rFonts w:cstheme="minorHAnsi"/>
        </w:rPr>
        <w:t>n Sie</w:t>
      </w:r>
      <w:r w:rsidRPr="00E156AF">
        <w:rPr>
          <w:rFonts w:cstheme="minorHAnsi"/>
        </w:rPr>
        <w:t xml:space="preserve"> </w:t>
      </w:r>
      <w:r>
        <w:rPr>
          <w:rFonts w:cstheme="minorHAnsi"/>
        </w:rPr>
        <w:t xml:space="preserve">alle </w:t>
      </w:r>
      <w:r w:rsidRPr="002F65D8">
        <w:rPr>
          <w:rFonts w:cstheme="minorHAnsi"/>
          <w:b/>
          <w:bCs/>
          <w:i/>
        </w:rPr>
        <w:t>Seitenränder</w:t>
      </w:r>
      <w:r w:rsidRPr="00E156AF">
        <w:rPr>
          <w:rFonts w:cstheme="minorHAnsi"/>
        </w:rPr>
        <w:t xml:space="preserve"> auf 2,5 cm.</w:t>
      </w:r>
      <w:r w:rsidR="002F65D8" w:rsidRPr="002F65D8">
        <w:rPr>
          <w:rFonts w:cstheme="minorHAnsi"/>
        </w:rPr>
        <w:t xml:space="preserve"> </w:t>
      </w:r>
    </w:p>
    <w:p w14:paraId="4168BED8" w14:textId="6A6E2F52" w:rsidR="002F65D8" w:rsidRDefault="002F65D8" w:rsidP="002F65D8">
      <w:pPr>
        <w:pStyle w:val="Listenabsatz"/>
        <w:spacing w:after="120" w:line="312" w:lineRule="auto"/>
        <w:ind w:left="714"/>
        <w:contextualSpacing w:val="0"/>
        <w:rPr>
          <w:rFonts w:cstheme="minorHAnsi"/>
        </w:rPr>
      </w:pPr>
      <w:r w:rsidRPr="00E156AF">
        <w:rPr>
          <w:rStyle w:val="Anleitung"/>
        </w:rPr>
        <w:t>Register Layout / Gruppe Seite einrichten</w:t>
      </w:r>
      <w:r>
        <w:rPr>
          <w:rStyle w:val="Anleitung"/>
        </w:rPr>
        <w:t xml:space="preserve"> / Seitenränder / Benutzerdefinierte Seitenränder …</w:t>
      </w:r>
    </w:p>
    <w:p w14:paraId="7D974872" w14:textId="17789873" w:rsidR="008313A5" w:rsidRPr="002F65D8" w:rsidRDefault="002F65D8" w:rsidP="002F65D8">
      <w:pPr>
        <w:pStyle w:val="Listenabsatz"/>
        <w:numPr>
          <w:ilvl w:val="0"/>
          <w:numId w:val="17"/>
        </w:numPr>
        <w:spacing w:after="120" w:line="312" w:lineRule="auto"/>
        <w:ind w:left="714" w:hanging="357"/>
        <w:contextualSpacing w:val="0"/>
        <w:rPr>
          <w:rFonts w:cstheme="minorHAnsi"/>
        </w:rPr>
      </w:pPr>
      <w:r w:rsidRPr="002F65D8">
        <w:rPr>
          <w:noProof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 wp14:anchorId="3F34AB29" wp14:editId="5544B670">
                <wp:simplePos x="0" y="0"/>
                <wp:positionH relativeFrom="column">
                  <wp:posOffset>3584575</wp:posOffset>
                </wp:positionH>
                <wp:positionV relativeFrom="paragraph">
                  <wp:posOffset>140970</wp:posOffset>
                </wp:positionV>
                <wp:extent cx="2570480" cy="368300"/>
                <wp:effectExtent l="19050" t="0" r="20320" b="12700"/>
                <wp:wrapNone/>
                <wp:docPr id="18" name="Gruppieren 1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570480" cy="368300"/>
                          <a:chOff x="0" y="0"/>
                          <a:chExt cx="4575930" cy="657225"/>
                        </a:xfrm>
                        <a:solidFill>
                          <a:schemeClr val="tx2">
                            <a:lumMod val="20000"/>
                            <a:lumOff val="80000"/>
                          </a:schemeClr>
                        </a:solidFill>
                      </wpg:grpSpPr>
                      <wps:wsp>
                        <wps:cNvPr id="9" name="Herz 6"/>
                        <wps:cNvSpPr>
                          <a:spLocks/>
                        </wps:cNvSpPr>
                        <wps:spPr>
                          <a:xfrm>
                            <a:off x="0" y="57549"/>
                            <a:ext cx="619125" cy="495300"/>
                          </a:xfrm>
                          <a:prstGeom prst="heart">
                            <a:avLst/>
                          </a:prstGeom>
                          <a:grpFill/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" name="Kreuz 2"/>
                        <wps:cNvSpPr>
                          <a:spLocks/>
                        </wps:cNvSpPr>
                        <wps:spPr>
                          <a:xfrm>
                            <a:off x="914400" y="57549"/>
                            <a:ext cx="485775" cy="552450"/>
                          </a:xfrm>
                          <a:prstGeom prst="plus">
                            <a:avLst/>
                          </a:prstGeom>
                          <a:grpFill/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" name="Legende mit Pfeil nach rechts 3"/>
                        <wps:cNvSpPr>
                          <a:spLocks/>
                        </wps:cNvSpPr>
                        <wps:spPr>
                          <a:xfrm>
                            <a:off x="1745673" y="76733"/>
                            <a:ext cx="600075" cy="552450"/>
                          </a:xfrm>
                          <a:prstGeom prst="rightArrowCallout">
                            <a:avLst/>
                          </a:prstGeom>
                          <a:grpFill/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" name="Wolkenförmige Legende 4"/>
                        <wps:cNvSpPr>
                          <a:spLocks/>
                        </wps:cNvSpPr>
                        <wps:spPr>
                          <a:xfrm>
                            <a:off x="2666468" y="0"/>
                            <a:ext cx="790575" cy="552450"/>
                          </a:xfrm>
                          <a:prstGeom prst="cloudCallout">
                            <a:avLst/>
                          </a:prstGeom>
                          <a:grpFill/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688988CD" w14:textId="77777777" w:rsidR="008313A5" w:rsidRDefault="008313A5" w:rsidP="008313A5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" name="Explosion 2 5"/>
                        <wps:cNvSpPr>
                          <a:spLocks/>
                        </wps:cNvSpPr>
                        <wps:spPr>
                          <a:xfrm>
                            <a:off x="3766305" y="0"/>
                            <a:ext cx="809625" cy="657225"/>
                          </a:xfrm>
                          <a:prstGeom prst="irregularSeal2">
                            <a:avLst/>
                          </a:prstGeom>
                          <a:grpFill/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F34AB29" id="Gruppieren 18" o:spid="_x0000_s1026" style="position:absolute;left:0;text-align:left;margin-left:282.25pt;margin-top:11.1pt;width:202.4pt;height:29pt;z-index:251658240;mso-width-relative:margin;mso-height-relative:margin" coordsize="45759,65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">
                <v:shape id="Herz 6" o:spid="_x0000_s1027" style="position:absolute;top:575;width:6191;height:4953;visibility:visible;mso-wrap-style:square;v-text-anchor:middle" coordsize="619125,4953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" path="m309563,123825v128984,-288925,632023,,,371475c-322461,123825,180578,-165100,309563,123825xe" filled="f" strokecolor="#243f60 [1604]" strokeweight="2pt">
                  <v:path arrowok="t" o:connecttype="custom" o:connectlocs="309563,123825;309563,495300;309563,123825" o:connectangles="0,0,0"/>
                </v:shape>
                <v:shapetype id="_x0000_t11" coordsize="21600,21600" o:spt="11" adj="5400" path="m@0,l@0@0,0@0,0@2@0@2@0,21600@1,21600@1@2,21600@2,21600@0@1@0@1,xe">
                  <v:stroke joinstyle="miter"/>
                  <v:formulas>
                    <v:f eqn="val #0"/>
                    <v:f eqn="sum width 0 #0"/>
                    <v:f eqn="sum height 0 #0"/>
                    <v:f eqn="prod @0 2929 10000"/>
                    <v:f eqn="sum width 0 @3"/>
                    <v:f eqn="sum height 0 @3"/>
                    <v:f eqn="val width"/>
                    <v:f eqn="val height"/>
                    <v:f eqn="prod width 1 2"/>
                    <v:f eqn="prod height 1 2"/>
                  </v:formulas>
                  <v:path gradientshapeok="t" limo="10800,10800" o:connecttype="custom" o:connectlocs="@8,0;0,@9;@8,@7;@6,@9" textboxrect="0,0,21600,21600;5400,5400,16200,16200;10800,10800,10800,10800"/>
                  <v:handles>
                    <v:h position="#0,topLeft" switch="" xrange="0,10800"/>
                  </v:handles>
                </v:shapetype>
                <v:shape id="Kreuz 2" o:spid="_x0000_s1028" type="#_x0000_t11" style="position:absolute;left:9144;top:575;width:4857;height:552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" filled="f" strokecolor="#243f60 [1604]" strokeweight="2pt">
                  <v:path arrowok="t"/>
                </v:shape>
                <v:shapetype id="_x0000_t78" coordsize="21600,21600" o:spt="78" adj="14400,5400,18000,8100" path="m,l,21600@0,21600@0@5@2@5@2@4,21600,10800@2@1@2@3@0@3@0,xe">
                  <v:stroke joinstyle="miter"/>
                  <v:formulas>
                    <v:f eqn="val #0"/>
                    <v:f eqn="val #1"/>
                    <v:f eqn="val #2"/>
                    <v:f eqn="val #3"/>
                    <v:f eqn="sum 21600 0 #1"/>
                    <v:f eqn="sum 21600 0 #3"/>
                    <v:f eqn="prod #0 1 2"/>
                  </v:formulas>
                  <v:path o:connecttype="custom" o:connectlocs="@6,0;0,10800;@6,21600;21600,10800" o:connectangles="270,180,90,0" textboxrect="0,0,@0,21600"/>
                  <v:handles>
                    <v:h position="#0,topLeft" xrange="0,@2"/>
                    <v:h position="bottomRight,#1" yrange="0,@3"/>
                    <v:h position="#2,#3" xrange="@0,21600" yrange="@1,10800"/>
                  </v:handles>
                </v:shapetype>
                <v:shape id="Legende mit Pfeil nach rechts 3" o:spid="_x0000_s1029" type="#_x0000_t78" style="position:absolute;left:17456;top:767;width:6001;height:552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" adj="14035,,16629" filled="f" strokecolor="#243f60 [1604]" strokeweight="2pt">
                  <v:path arrowok="t"/>
                </v:shape>
                <v:shapetype id="_x0000_t106" coordsize="21600,21600" o:spt="106" adj="1350,25920" path="ar,7165,4345,13110,1950,7185,1080,12690,475,11732,4835,17650,1080,12690,2910,17640,2387,9757,10107,20300,2910,17640,8235,19545,7660,12382,14412,21597,8235,19545,14280,18330,12910,11080,18695,18947,14280,18330,18690,15045,14822,5862,21597,15082,18690,15045,20895,7665,15772,2592,21105,9865,20895,7665,19140,2715,14330,,19187,6595,19140,2715,14910,1170,10992,,15357,5945,14910,1170,11250,1665,6692,650,12025,7917,11250,1665,7005,2580,1912,1972,8665,11162,7005,2580,1950,7185xear,7165,4345,13110,1080,12690,2340,13080nfear475,11732,4835,17650,2910,17640,3465,17445nfear7660,12382,14412,21597,7905,18675,8235,19545nfear7660,12382,14412,21597,14280,18330,14400,17370nfear12910,11080,18695,18947,18690,15045,17070,11475nfear15772,2592,21105,9865,20175,9015,20895,7665nfear14330,,19187,6595,19200,3345,19140,2715nfear14330,,19187,6595,14910,1170,14550,1980nfear10992,,15357,5945,11250,1665,11040,2340nfear1912,1972,8665,11162,7650,3270,7005,2580nfear1912,1972,8665,11162,1950,7185,2070,7890nfem@23@37qx@35@24@23@36@34@24@23@37xem@16@33qx@31@17@16@32@30@17@16@33xem@38@29qx@27@39@38@28@26@39@38@29xe">
                  <v:formulas>
                    <v:f eqn="sum #0 0 10800"/>
                    <v:f eqn="sum #1 0 10800"/>
                    <v:f eqn="cosatan2 10800 @0 @1"/>
                    <v:f eqn="sinatan2 10800 @0 @1"/>
                    <v:f eqn="sum @2 10800 0"/>
                    <v:f eqn="sum @3 10800 0"/>
                    <v:f eqn="sum @4 0 #0"/>
                    <v:f eqn="sum @5 0 #1"/>
                    <v:f eqn="mod @6 @7 0"/>
                    <v:f eqn="prod 600 11 1"/>
                    <v:f eqn="sum @8 0 @9"/>
                    <v:f eqn="prod @10 1 3"/>
                    <v:f eqn="prod 600 3 1"/>
                    <v:f eqn="sum @11 @12 0"/>
                    <v:f eqn="prod @13 @6 @8"/>
                    <v:f eqn="prod @13 @7 @8"/>
                    <v:f eqn="sum @14 #0 0"/>
                    <v:f eqn="sum @15 #1 0"/>
                    <v:f eqn="prod 600 8 1"/>
                    <v:f eqn="prod @11 2 1"/>
                    <v:f eqn="sum @18 @19 0"/>
                    <v:f eqn="prod @20 @6 @8"/>
                    <v:f eqn="prod @20 @7 @8"/>
                    <v:f eqn="sum @21 #0 0"/>
                    <v:f eqn="sum @22 #1 0"/>
                    <v:f eqn="prod 600 2 1"/>
                    <v:f eqn="sum #0 600 0"/>
                    <v:f eqn="sum #0 0 600"/>
                    <v:f eqn="sum #1 600 0"/>
                    <v:f eqn="sum #1 0 600"/>
                    <v:f eqn="sum @16 @25 0"/>
                    <v:f eqn="sum @16 0 @25"/>
                    <v:f eqn="sum @17 @25 0"/>
                    <v:f eqn="sum @17 0 @25"/>
                    <v:f eqn="sum @23 @12 0"/>
                    <v:f eqn="sum @23 0 @12"/>
                    <v:f eqn="sum @24 @12 0"/>
                    <v:f eqn="sum @24 0 @12"/>
                    <v:f eqn="val #0"/>
                    <v:f eqn="val #1"/>
                  </v:formulas>
                  <v:path o:extrusionok="f" o:connecttype="custom" o:connectlocs="67,10800;10800,21577;21582,10800;10800,1235;@38,@39" textboxrect="2977,3262,17087,17337"/>
                  <v:handles>
                    <v:h position="#0,#1"/>
                  </v:handles>
                  <o:complex v:ext="view"/>
                </v:shapetype>
                <v:shape id="Wolkenförmige Legende 4" o:spid="_x0000_s1030" type="#_x0000_t106" style="position:absolute;left:26664;width:7906;height:552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" adj="6300,24300" filled="f" strokecolor="#243f60 [1604]" strokeweight="2pt">
                  <v:path arrowok="t"/>
                  <v:textbox>
                    <w:txbxContent>
                      <w:p w14:paraId="688988CD" w14:textId="77777777" w:rsidR="008313A5" w:rsidRDefault="008313A5" w:rsidP="008313A5">
                        <w:pPr>
                          <w:jc w:val="center"/>
                        </w:pPr>
                      </w:p>
                    </w:txbxContent>
                  </v:textbox>
                </v:shape>
                <v:shapetype id="_x0000_t72" coordsize="21600,21600" o:spt="72" path="m11462,4342l9722,1887,8550,6382,4502,3625r870,4192l1172,8270r2763,3322l,12877r3330,2493l1285,17825r3520,415l4917,21600,7527,18125r1173,1587l9872,17370r1740,1472l12180,15935r2762,1435l14640,14350r4237,1282l16380,12310r1890,-1020l16985,9402,21600,6645,16380,6532,18007,3172,14525,5777,14790,xe">
                  <v:stroke joinstyle="miter"/>
                  <v:path gradientshapeok="t" o:connecttype="custom" o:connectlocs="9722,1887;0,12877;11612,18842;21600,6645" o:connectangles="270,180,90,0" textboxrect="5372,6382,14640,15935"/>
                </v:shapetype>
                <v:shape id="Explosion 2 5" o:spid="_x0000_s1031" type="#_x0000_t72" style="position:absolute;left:37663;width:8096;height:657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" filled="f" strokecolor="#243f60 [1604]" strokeweight="2pt">
                  <v:path arrowok="t"/>
                </v:shape>
              </v:group>
            </w:pict>
          </mc:Fallback>
        </mc:AlternateContent>
      </w:r>
      <w:r w:rsidRPr="002F65D8">
        <w:rPr>
          <w:rFonts w:cstheme="minorHAnsi"/>
        </w:rPr>
        <w:t>Fügen Sie hier darunter diese fünf Formen ein:</w:t>
      </w:r>
      <w:r w:rsidRPr="002F65D8">
        <w:rPr>
          <w:rFonts w:cstheme="minorHAnsi"/>
        </w:rPr>
        <w:br/>
      </w:r>
      <w:r w:rsidR="00E156AF" w:rsidRPr="00E156AF">
        <w:rPr>
          <w:rStyle w:val="Anleitung"/>
        </w:rPr>
        <w:t>Register Einfügen / Gruppe Illustrationen / Bilder</w:t>
      </w:r>
    </w:p>
    <w:p w14:paraId="7F520DB7" w14:textId="45B217A8" w:rsidR="00E156AF" w:rsidRPr="00E156AF" w:rsidRDefault="00EA21E2" w:rsidP="00E156AF">
      <w:pPr>
        <w:pStyle w:val="Listenabsatz"/>
        <w:numPr>
          <w:ilvl w:val="0"/>
          <w:numId w:val="17"/>
        </w:numPr>
        <w:spacing w:before="3840" w:line="312" w:lineRule="auto"/>
        <w:ind w:left="714" w:hanging="357"/>
        <w:contextualSpacing w:val="0"/>
        <w:rPr>
          <w:rFonts w:ascii="Arial" w:hAnsi="Arial" w:cs="Arial"/>
        </w:rPr>
      </w:pPr>
      <w:r>
        <w:rPr>
          <w:noProof/>
          <w:lang w:val="en-US" w:eastAsia="en-US"/>
        </w:rPr>
        <mc:AlternateContent>
          <mc:Choice Requires="wpg">
            <w:drawing>
              <wp:anchor distT="0" distB="0" distL="114300" distR="114300" simplePos="0" relativeHeight="251658242" behindDoc="0" locked="0" layoutInCell="1" allowOverlap="1" wp14:anchorId="126676C8" wp14:editId="2B5475EE">
                <wp:simplePos x="0" y="0"/>
                <wp:positionH relativeFrom="margin">
                  <wp:posOffset>6079079</wp:posOffset>
                </wp:positionH>
                <wp:positionV relativeFrom="paragraph">
                  <wp:posOffset>2555948</wp:posOffset>
                </wp:positionV>
                <wp:extent cx="1653276" cy="1616277"/>
                <wp:effectExtent l="38100" t="38100" r="99695" b="22225"/>
                <wp:wrapNone/>
                <wp:docPr id="28" name="Gruppieren 2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53276" cy="1616277"/>
                          <a:chOff x="0" y="0"/>
                          <a:chExt cx="2051685" cy="1936306"/>
                        </a:xfrm>
                      </wpg:grpSpPr>
                      <wpg:grpSp>
                        <wpg:cNvPr id="26" name="Gruppieren 26"/>
                        <wpg:cNvGrpSpPr/>
                        <wpg:grpSpPr>
                          <a:xfrm>
                            <a:off x="0" y="0"/>
                            <a:ext cx="2051685" cy="1936306"/>
                            <a:chOff x="0" y="0"/>
                            <a:chExt cx="2051685" cy="1936306"/>
                          </a:xfrm>
                        </wpg:grpSpPr>
                        <pic:pic xmlns:pic="http://schemas.openxmlformats.org/drawingml/2006/picture">
                          <pic:nvPicPr>
                            <pic:cNvPr id="2" name="Grafik 1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11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2051685" cy="1607185"/>
                            </a:xfrm>
                            <a:prstGeom prst="rect">
                              <a:avLst/>
                            </a:prstGeom>
                            <a:ln w="3175">
                              <a:solidFill>
                                <a:schemeClr val="bg1">
                                  <a:lumMod val="85000"/>
                                </a:schemeClr>
                              </a:solidFill>
                            </a:ln>
                            <a:effectLst>
                              <a:outerShdw blurRad="50800" dist="38100" dir="2700000" algn="tl" rotWithShape="0">
                                <a:prstClr val="black">
                                  <a:alpha val="40000"/>
                                </a:prstClr>
                              </a:outerShdw>
                            </a:effectLst>
                          </pic:spPr>
                        </pic:pic>
                        <pic:pic xmlns:pic="http://schemas.openxmlformats.org/drawingml/2006/picture">
                          <pic:nvPicPr>
                            <pic:cNvPr id="25" name="Grafik 25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12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485975" y="850456"/>
                              <a:ext cx="1085850" cy="1085850"/>
                            </a:xfrm>
                            <a:prstGeom prst="rect">
                              <a:avLst/>
                            </a:prstGeom>
                          </pic:spPr>
                        </pic:pic>
                      </wpg:grpSp>
                      <wps:wsp>
                        <wps:cNvPr id="27" name="Textfeld 27"/>
                        <wps:cNvSpPr txBox="1"/>
                        <wps:spPr>
                          <a:xfrm>
                            <a:off x="51155" y="1782461"/>
                            <a:ext cx="1329117" cy="153843"/>
                          </a:xfrm>
                          <a:prstGeom prst="rect">
                            <a:avLst/>
                          </a:prstGeom>
                          <a:solidFill>
                            <a:prstClr val="white"/>
                          </a:solidFill>
                          <a:ln>
                            <a:solidFill>
                              <a:schemeClr val="bg1">
                                <a:lumMod val="65000"/>
                              </a:schemeClr>
                            </a:solidFill>
                          </a:ln>
                        </wps:spPr>
                        <wps:txbx>
                          <w:txbxContent>
                            <w:p w14:paraId="65A499CA" w14:textId="77777777" w:rsidR="00A259D1" w:rsidRPr="001D77B9" w:rsidRDefault="00A259D1" w:rsidP="00A259D1">
                              <w:pPr>
                                <w:pStyle w:val="Beschriftung"/>
                                <w:jc w:val="center"/>
                                <w:rPr>
                                  <w:noProof/>
                                  <w:szCs w:val="24"/>
                                </w:rPr>
                              </w:pPr>
                              <w:r>
                                <w:t>Freihandlinie einfügen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26676C8" id="Gruppieren 28" o:spid="_x0000_s1032" style="position:absolute;left:0;text-align:left;margin-left:478.65pt;margin-top:201.25pt;width:130.2pt;height:127.25pt;z-index:251658242;mso-position-horizontal-relative:margin;mso-width-relative:margin;mso-height-relative:margin" coordsize="20516,1936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">
                <v:group id="Gruppieren 26" o:spid="_x0000_s1033" style="position:absolute;width:20516;height:19363" coordsize="20516,193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"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Grafik 1" o:spid="_x0000_s1034" type="#_x0000_t75" style="position:absolute;width:20516;height:1607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" stroked="t" strokecolor="#d8d8d8 [2732]" strokeweight=".25pt">
                    <v:imagedata r:id="rId13" o:title=""/>
                    <v:shadow on="t" color="black" opacity="26214f" origin="-.5,-.5" offset=".74836mm,.74836mm"/>
                    <v:path arrowok="t"/>
                  </v:shape>
                  <v:shape id="Grafik 25" o:spid="_x0000_s1035" type="#_x0000_t75" style="position:absolute;left:4859;top:8504;width:10859;height:1085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">
                    <v:imagedata r:id="rId14" o:title=""/>
                  </v:shape>
                </v:group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feld 27" o:spid="_x0000_s1036" type="#_x0000_t202" style="position:absolute;left:511;top:17824;width:13291;height:15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" strokecolor="#a5a5a5 [2092]">
                  <v:textbox inset="0,0,0,0">
                    <w:txbxContent>
                      <w:p w14:paraId="65A499CA" w14:textId="77777777" w:rsidR="00A259D1" w:rsidRPr="001D77B9" w:rsidRDefault="00A259D1" w:rsidP="00A259D1">
                        <w:pPr>
                          <w:pStyle w:val="Beschriftung"/>
                          <w:jc w:val="center"/>
                          <w:rPr>
                            <w:noProof/>
                            <w:szCs w:val="24"/>
                          </w:rPr>
                        </w:pPr>
                        <w:r>
                          <w:t>Freihandlinie einfügen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="00E156AF" w:rsidRPr="00E156AF">
        <w:rPr>
          <w:rFonts w:cstheme="minorHAnsi"/>
        </w:rPr>
        <w:t>Fülle</w:t>
      </w:r>
      <w:r w:rsidR="002F65D8">
        <w:rPr>
          <w:rFonts w:cstheme="minorHAnsi"/>
        </w:rPr>
        <w:t>n Sie</w:t>
      </w:r>
      <w:r w:rsidR="00E156AF" w:rsidRPr="00E156AF">
        <w:rPr>
          <w:rFonts w:cstheme="minorHAnsi"/>
        </w:rPr>
        <w:t xml:space="preserve"> diese Formen mit einer Füllfarbe</w:t>
      </w:r>
      <w:r w:rsidR="003B1B9D">
        <w:rPr>
          <w:rFonts w:cstheme="minorHAnsi"/>
        </w:rPr>
        <w:t>, einem Farbverlauf</w:t>
      </w:r>
      <w:r w:rsidR="00E156AF" w:rsidRPr="00E156AF">
        <w:rPr>
          <w:rFonts w:cstheme="minorHAnsi"/>
        </w:rPr>
        <w:t xml:space="preserve"> oder einem Bild. </w:t>
      </w:r>
      <w:r w:rsidR="006856B0">
        <w:rPr>
          <w:rFonts w:cstheme="minorHAnsi"/>
        </w:rPr>
        <w:br/>
      </w:r>
      <w:r w:rsidR="00E156AF" w:rsidRPr="003B1B9D">
        <w:rPr>
          <w:rStyle w:val="Anleitung"/>
        </w:rPr>
        <w:t>Klicke</w:t>
      </w:r>
      <w:r w:rsidR="002F65D8">
        <w:rPr>
          <w:rStyle w:val="Anleitung"/>
        </w:rPr>
        <w:t>n Sie</w:t>
      </w:r>
      <w:r w:rsidR="00E156AF" w:rsidRPr="003B1B9D">
        <w:rPr>
          <w:rStyle w:val="Anleitung"/>
        </w:rPr>
        <w:t xml:space="preserve"> auf die Form</w:t>
      </w:r>
      <w:r w:rsidR="003B1B9D" w:rsidRPr="003B1B9D">
        <w:rPr>
          <w:rStyle w:val="Anleitung"/>
        </w:rPr>
        <w:t xml:space="preserve"> / Register Format / Gruppe Formenarten / Fülleffekt …</w:t>
      </w:r>
    </w:p>
    <w:p w14:paraId="09E51F3E" w14:textId="13D499EE" w:rsidR="008313A5" w:rsidRDefault="00E156AF" w:rsidP="00E156AF">
      <w:pPr>
        <w:pStyle w:val="Listenabsatz"/>
        <w:numPr>
          <w:ilvl w:val="0"/>
          <w:numId w:val="17"/>
        </w:numPr>
        <w:spacing w:line="312" w:lineRule="auto"/>
        <w:rPr>
          <w:rFonts w:ascii="Arial" w:hAnsi="Arial" w:cs="Arial"/>
        </w:rPr>
      </w:pPr>
      <w:r w:rsidRPr="00E156AF">
        <w:rPr>
          <w:rFonts w:cstheme="minorHAnsi"/>
        </w:rPr>
        <w:t>Veränder</w:t>
      </w:r>
      <w:r w:rsidR="002F65D8">
        <w:rPr>
          <w:rFonts w:cstheme="minorHAnsi"/>
        </w:rPr>
        <w:t>n Sie</w:t>
      </w:r>
      <w:r w:rsidRPr="00E156AF">
        <w:rPr>
          <w:rFonts w:cstheme="minorHAnsi"/>
        </w:rPr>
        <w:t xml:space="preserve"> </w:t>
      </w:r>
      <w:r w:rsidR="006856B0">
        <w:rPr>
          <w:rFonts w:cstheme="minorHAnsi"/>
        </w:rPr>
        <w:t xml:space="preserve">die Farbe der </w:t>
      </w:r>
      <w:r w:rsidRPr="00E156AF">
        <w:rPr>
          <w:rFonts w:cstheme="minorHAnsi"/>
        </w:rPr>
        <w:t>Formkontur (=Umrisslinie)</w:t>
      </w:r>
      <w:r w:rsidR="006856B0">
        <w:rPr>
          <w:rFonts w:cstheme="minorHAnsi"/>
        </w:rPr>
        <w:t xml:space="preserve"> bei jeder Form auf eine andere Farbe</w:t>
      </w:r>
      <w:r w:rsidRPr="00E156AF">
        <w:rPr>
          <w:rFonts w:cstheme="minorHAnsi"/>
        </w:rPr>
        <w:t>.</w:t>
      </w:r>
      <w:r w:rsidR="008313A5" w:rsidRPr="00E156AF">
        <w:rPr>
          <w:rFonts w:ascii="Arial" w:hAnsi="Arial" w:cs="Arial"/>
        </w:rPr>
        <w:br/>
      </w:r>
      <w:r w:rsidR="006856B0" w:rsidRPr="003B1B9D">
        <w:rPr>
          <w:rStyle w:val="Anleitung"/>
        </w:rPr>
        <w:t>Klicke</w:t>
      </w:r>
      <w:r w:rsidR="002F65D8">
        <w:rPr>
          <w:rStyle w:val="Anleitung"/>
        </w:rPr>
        <w:t>n Sie</w:t>
      </w:r>
      <w:r w:rsidR="006856B0" w:rsidRPr="003B1B9D">
        <w:rPr>
          <w:rStyle w:val="Anleitung"/>
        </w:rPr>
        <w:t xml:space="preserve"> auf die Form / Register Format / Gruppe Formenarten /</w:t>
      </w:r>
      <w:r w:rsidR="006856B0">
        <w:rPr>
          <w:rStyle w:val="Anleitung"/>
        </w:rPr>
        <w:t xml:space="preserve"> Formkontur</w:t>
      </w:r>
    </w:p>
    <w:p w14:paraId="5836D905" w14:textId="2199C50D" w:rsidR="008D0E51" w:rsidRPr="00EA21E2" w:rsidRDefault="00EA21E2" w:rsidP="00EA21E2">
      <w:pPr>
        <w:pStyle w:val="Listenabsatz"/>
        <w:numPr>
          <w:ilvl w:val="0"/>
          <w:numId w:val="17"/>
        </w:numPr>
        <w:spacing w:line="312" w:lineRule="auto"/>
        <w:rPr>
          <w:rFonts w:ascii="Arial" w:hAnsi="Arial" w:cs="Arial"/>
        </w:rPr>
      </w:pPr>
      <w:r>
        <w:rPr>
          <w:rFonts w:cstheme="minorHAnsi"/>
          <w:noProof/>
        </w:rPr>
        <mc:AlternateContent>
          <mc:Choice Requires="wps">
            <w:drawing>
              <wp:anchor distT="0" distB="0" distL="114300" distR="114300" simplePos="0" relativeHeight="251658243" behindDoc="0" locked="0" layoutInCell="1" allowOverlap="1" wp14:anchorId="63A984C0" wp14:editId="435192A8">
                <wp:simplePos x="0" y="0"/>
                <wp:positionH relativeFrom="column">
                  <wp:posOffset>4667140</wp:posOffset>
                </wp:positionH>
                <wp:positionV relativeFrom="paragraph">
                  <wp:posOffset>-71704</wp:posOffset>
                </wp:positionV>
                <wp:extent cx="1280795" cy="734060"/>
                <wp:effectExtent l="0" t="0" r="14605" b="27940"/>
                <wp:wrapNone/>
                <wp:docPr id="962244266" name="Freihandform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80795" cy="734060"/>
                        </a:xfrm>
                        <a:custGeom>
                          <a:avLst/>
                          <a:gdLst>
                            <a:gd name="connsiteX0" fmla="*/ 948973 w 1996596"/>
                            <a:gd name="connsiteY0" fmla="*/ 99892 h 1144921"/>
                            <a:gd name="connsiteX1" fmla="*/ 872133 w 1996596"/>
                            <a:gd name="connsiteY1" fmla="*/ 92208 h 1144921"/>
                            <a:gd name="connsiteX2" fmla="*/ 833713 w 1996596"/>
                            <a:gd name="connsiteY2" fmla="*/ 84524 h 1144921"/>
                            <a:gd name="connsiteX3" fmla="*/ 726136 w 1996596"/>
                            <a:gd name="connsiteY3" fmla="*/ 92208 h 1144921"/>
                            <a:gd name="connsiteX4" fmla="*/ 680032 w 1996596"/>
                            <a:gd name="connsiteY4" fmla="*/ 99892 h 1144921"/>
                            <a:gd name="connsiteX5" fmla="*/ 557088 w 1996596"/>
                            <a:gd name="connsiteY5" fmla="*/ 176733 h 1144921"/>
                            <a:gd name="connsiteX6" fmla="*/ 487931 w 1996596"/>
                            <a:gd name="connsiteY6" fmla="*/ 222837 h 1144921"/>
                            <a:gd name="connsiteX7" fmla="*/ 464879 w 1996596"/>
                            <a:gd name="connsiteY7" fmla="*/ 238205 h 1144921"/>
                            <a:gd name="connsiteX8" fmla="*/ 411091 w 1996596"/>
                            <a:gd name="connsiteY8" fmla="*/ 268941 h 1144921"/>
                            <a:gd name="connsiteX9" fmla="*/ 334251 w 1996596"/>
                            <a:gd name="connsiteY9" fmla="*/ 284309 h 1144921"/>
                            <a:gd name="connsiteX10" fmla="*/ 234358 w 1996596"/>
                            <a:gd name="connsiteY10" fmla="*/ 276625 h 1144921"/>
                            <a:gd name="connsiteX11" fmla="*/ 211306 w 1996596"/>
                            <a:gd name="connsiteY11" fmla="*/ 261257 h 1144921"/>
                            <a:gd name="connsiteX12" fmla="*/ 188254 w 1996596"/>
                            <a:gd name="connsiteY12" fmla="*/ 253573 h 1144921"/>
                            <a:gd name="connsiteX13" fmla="*/ 142150 w 1996596"/>
                            <a:gd name="connsiteY13" fmla="*/ 230521 h 1144921"/>
                            <a:gd name="connsiteX14" fmla="*/ 88361 w 1996596"/>
                            <a:gd name="connsiteY14" fmla="*/ 169049 h 1144921"/>
                            <a:gd name="connsiteX15" fmla="*/ 65309 w 1996596"/>
                            <a:gd name="connsiteY15" fmla="*/ 161365 h 1144921"/>
                            <a:gd name="connsiteX16" fmla="*/ 3837 w 1996596"/>
                            <a:gd name="connsiteY16" fmla="*/ 169049 h 1144921"/>
                            <a:gd name="connsiteX17" fmla="*/ 11521 w 1996596"/>
                            <a:gd name="connsiteY17" fmla="*/ 207469 h 1144921"/>
                            <a:gd name="connsiteX18" fmla="*/ 57625 w 1996596"/>
                            <a:gd name="connsiteY18" fmla="*/ 245889 h 1144921"/>
                            <a:gd name="connsiteX19" fmla="*/ 80677 w 1996596"/>
                            <a:gd name="connsiteY19" fmla="*/ 268941 h 1144921"/>
                            <a:gd name="connsiteX20" fmla="*/ 111414 w 1996596"/>
                            <a:gd name="connsiteY20" fmla="*/ 315045 h 1144921"/>
                            <a:gd name="connsiteX21" fmla="*/ 134466 w 1996596"/>
                            <a:gd name="connsiteY21" fmla="*/ 330413 h 1144921"/>
                            <a:gd name="connsiteX22" fmla="*/ 180570 w 1996596"/>
                            <a:gd name="connsiteY22" fmla="*/ 345781 h 1144921"/>
                            <a:gd name="connsiteX23" fmla="*/ 249726 w 1996596"/>
                            <a:gd name="connsiteY23" fmla="*/ 361150 h 1144921"/>
                            <a:gd name="connsiteX24" fmla="*/ 457195 w 1996596"/>
                            <a:gd name="connsiteY24" fmla="*/ 345781 h 1144921"/>
                            <a:gd name="connsiteX25" fmla="*/ 487931 w 1996596"/>
                            <a:gd name="connsiteY25" fmla="*/ 338097 h 1144921"/>
                            <a:gd name="connsiteX26" fmla="*/ 534035 w 1996596"/>
                            <a:gd name="connsiteY26" fmla="*/ 322729 h 1144921"/>
                            <a:gd name="connsiteX27" fmla="*/ 618560 w 1996596"/>
                            <a:gd name="connsiteY27" fmla="*/ 338097 h 1144921"/>
                            <a:gd name="connsiteX28" fmla="*/ 664664 w 1996596"/>
                            <a:gd name="connsiteY28" fmla="*/ 399570 h 1144921"/>
                            <a:gd name="connsiteX29" fmla="*/ 687716 w 1996596"/>
                            <a:gd name="connsiteY29" fmla="*/ 445674 h 1144921"/>
                            <a:gd name="connsiteX30" fmla="*/ 733820 w 1996596"/>
                            <a:gd name="connsiteY30" fmla="*/ 476410 h 1144921"/>
                            <a:gd name="connsiteX31" fmla="*/ 779925 w 1996596"/>
                            <a:gd name="connsiteY31" fmla="*/ 507146 h 1144921"/>
                            <a:gd name="connsiteX32" fmla="*/ 802977 w 1996596"/>
                            <a:gd name="connsiteY32" fmla="*/ 522514 h 1144921"/>
                            <a:gd name="connsiteX33" fmla="*/ 849081 w 1996596"/>
                            <a:gd name="connsiteY33" fmla="*/ 537882 h 1144921"/>
                            <a:gd name="connsiteX34" fmla="*/ 910553 w 1996596"/>
                            <a:gd name="connsiteY34" fmla="*/ 583987 h 1144921"/>
                            <a:gd name="connsiteX35" fmla="*/ 941289 w 1996596"/>
                            <a:gd name="connsiteY35" fmla="*/ 653143 h 1144921"/>
                            <a:gd name="connsiteX36" fmla="*/ 956657 w 1996596"/>
                            <a:gd name="connsiteY36" fmla="*/ 699247 h 1144921"/>
                            <a:gd name="connsiteX37" fmla="*/ 964341 w 1996596"/>
                            <a:gd name="connsiteY37" fmla="*/ 722299 h 1144921"/>
                            <a:gd name="connsiteX38" fmla="*/ 979709 w 1996596"/>
                            <a:gd name="connsiteY38" fmla="*/ 806823 h 1144921"/>
                            <a:gd name="connsiteX39" fmla="*/ 987393 w 1996596"/>
                            <a:gd name="connsiteY39" fmla="*/ 906716 h 1144921"/>
                            <a:gd name="connsiteX40" fmla="*/ 979709 w 1996596"/>
                            <a:gd name="connsiteY40" fmla="*/ 1114185 h 1144921"/>
                            <a:gd name="connsiteX41" fmla="*/ 995077 w 1996596"/>
                            <a:gd name="connsiteY41" fmla="*/ 1137237 h 1144921"/>
                            <a:gd name="connsiteX42" fmla="*/ 1156442 w 1996596"/>
                            <a:gd name="connsiteY42" fmla="*/ 1144921 h 1144921"/>
                            <a:gd name="connsiteX43" fmla="*/ 1194862 w 1996596"/>
                            <a:gd name="connsiteY43" fmla="*/ 1137237 h 1144921"/>
                            <a:gd name="connsiteX44" fmla="*/ 1210230 w 1996596"/>
                            <a:gd name="connsiteY44" fmla="*/ 1075765 h 1144921"/>
                            <a:gd name="connsiteX45" fmla="*/ 1225598 w 1996596"/>
                            <a:gd name="connsiteY45" fmla="*/ 1021976 h 1144921"/>
                            <a:gd name="connsiteX46" fmla="*/ 1233282 w 1996596"/>
                            <a:gd name="connsiteY46" fmla="*/ 968188 h 1144921"/>
                            <a:gd name="connsiteX47" fmla="*/ 1240967 w 1996596"/>
                            <a:gd name="connsiteY47" fmla="*/ 906716 h 1144921"/>
                            <a:gd name="connsiteX48" fmla="*/ 1256335 w 1996596"/>
                            <a:gd name="connsiteY48" fmla="*/ 860612 h 1144921"/>
                            <a:gd name="connsiteX49" fmla="*/ 1279387 w 1996596"/>
                            <a:gd name="connsiteY49" fmla="*/ 837560 h 1144921"/>
                            <a:gd name="connsiteX50" fmla="*/ 1348543 w 1996596"/>
                            <a:gd name="connsiteY50" fmla="*/ 822192 h 1144921"/>
                            <a:gd name="connsiteX51" fmla="*/ 1402331 w 1996596"/>
                            <a:gd name="connsiteY51" fmla="*/ 845244 h 1144921"/>
                            <a:gd name="connsiteX52" fmla="*/ 1448435 w 1996596"/>
                            <a:gd name="connsiteY52" fmla="*/ 868296 h 1144921"/>
                            <a:gd name="connsiteX53" fmla="*/ 1479172 w 1996596"/>
                            <a:gd name="connsiteY53" fmla="*/ 914400 h 1144921"/>
                            <a:gd name="connsiteX54" fmla="*/ 1494540 w 1996596"/>
                            <a:gd name="connsiteY54" fmla="*/ 1083449 h 1144921"/>
                            <a:gd name="connsiteX55" fmla="*/ 1771165 w 1996596"/>
                            <a:gd name="connsiteY55" fmla="*/ 1075765 h 1144921"/>
                            <a:gd name="connsiteX56" fmla="*/ 1778849 w 1996596"/>
                            <a:gd name="connsiteY56" fmla="*/ 845244 h 1144921"/>
                            <a:gd name="connsiteX57" fmla="*/ 1817269 w 1996596"/>
                            <a:gd name="connsiteY57" fmla="*/ 776087 h 1144921"/>
                            <a:gd name="connsiteX58" fmla="*/ 1840321 w 1996596"/>
                            <a:gd name="connsiteY58" fmla="*/ 729983 h 1144921"/>
                            <a:gd name="connsiteX59" fmla="*/ 1848005 w 1996596"/>
                            <a:gd name="connsiteY59" fmla="*/ 706931 h 1144921"/>
                            <a:gd name="connsiteX60" fmla="*/ 1840321 w 1996596"/>
                            <a:gd name="connsiteY60" fmla="*/ 522514 h 1144921"/>
                            <a:gd name="connsiteX61" fmla="*/ 1824953 w 1996596"/>
                            <a:gd name="connsiteY61" fmla="*/ 461042 h 1144921"/>
                            <a:gd name="connsiteX62" fmla="*/ 1817269 w 1996596"/>
                            <a:gd name="connsiteY62" fmla="*/ 414938 h 1144921"/>
                            <a:gd name="connsiteX63" fmla="*/ 1832637 w 1996596"/>
                            <a:gd name="connsiteY63" fmla="*/ 514830 h 1144921"/>
                            <a:gd name="connsiteX64" fmla="*/ 1894109 w 1996596"/>
                            <a:gd name="connsiteY64" fmla="*/ 568618 h 1144921"/>
                            <a:gd name="connsiteX65" fmla="*/ 1917161 w 1996596"/>
                            <a:gd name="connsiteY65" fmla="*/ 583987 h 1144921"/>
                            <a:gd name="connsiteX66" fmla="*/ 1932530 w 1996596"/>
                            <a:gd name="connsiteY66" fmla="*/ 599355 h 1144921"/>
                            <a:gd name="connsiteX67" fmla="*/ 1955582 w 1996596"/>
                            <a:gd name="connsiteY67" fmla="*/ 607039 h 1144921"/>
                            <a:gd name="connsiteX68" fmla="*/ 1986318 w 1996596"/>
                            <a:gd name="connsiteY68" fmla="*/ 653143 h 1144921"/>
                            <a:gd name="connsiteX69" fmla="*/ 1994002 w 1996596"/>
                            <a:gd name="connsiteY69" fmla="*/ 676195 h 1144921"/>
                            <a:gd name="connsiteX70" fmla="*/ 1978634 w 1996596"/>
                            <a:gd name="connsiteY70" fmla="*/ 653143 h 1144921"/>
                            <a:gd name="connsiteX71" fmla="*/ 1963266 w 1996596"/>
                            <a:gd name="connsiteY71" fmla="*/ 607039 h 1144921"/>
                            <a:gd name="connsiteX72" fmla="*/ 1947898 w 1996596"/>
                            <a:gd name="connsiteY72" fmla="*/ 583987 h 1144921"/>
                            <a:gd name="connsiteX73" fmla="*/ 1894109 w 1996596"/>
                            <a:gd name="connsiteY73" fmla="*/ 537882 h 1144921"/>
                            <a:gd name="connsiteX74" fmla="*/ 1871057 w 1996596"/>
                            <a:gd name="connsiteY74" fmla="*/ 491778 h 1144921"/>
                            <a:gd name="connsiteX75" fmla="*/ 1855689 w 1996596"/>
                            <a:gd name="connsiteY75" fmla="*/ 461042 h 1144921"/>
                            <a:gd name="connsiteX76" fmla="*/ 1832637 w 1996596"/>
                            <a:gd name="connsiteY76" fmla="*/ 376518 h 1144921"/>
                            <a:gd name="connsiteX77" fmla="*/ 1794217 w 1996596"/>
                            <a:gd name="connsiteY77" fmla="*/ 161365 h 1144921"/>
                            <a:gd name="connsiteX78" fmla="*/ 1778849 w 1996596"/>
                            <a:gd name="connsiteY78" fmla="*/ 138313 h 1144921"/>
                            <a:gd name="connsiteX79" fmla="*/ 1709693 w 1996596"/>
                            <a:gd name="connsiteY79" fmla="*/ 107576 h 1144921"/>
                            <a:gd name="connsiteX80" fmla="*/ 1686640 w 1996596"/>
                            <a:gd name="connsiteY80" fmla="*/ 99892 h 1144921"/>
                            <a:gd name="connsiteX81" fmla="*/ 1663588 w 1996596"/>
                            <a:gd name="connsiteY81" fmla="*/ 92208 h 1144921"/>
                            <a:gd name="connsiteX82" fmla="*/ 1602116 w 1996596"/>
                            <a:gd name="connsiteY82" fmla="*/ 99892 h 1144921"/>
                            <a:gd name="connsiteX83" fmla="*/ 1556012 w 1996596"/>
                            <a:gd name="connsiteY83" fmla="*/ 115260 h 1144921"/>
                            <a:gd name="connsiteX84" fmla="*/ 1509908 w 1996596"/>
                            <a:gd name="connsiteY84" fmla="*/ 130629 h 1144921"/>
                            <a:gd name="connsiteX85" fmla="*/ 1486856 w 1996596"/>
                            <a:gd name="connsiteY85" fmla="*/ 138313 h 1144921"/>
                            <a:gd name="connsiteX86" fmla="*/ 1425383 w 1996596"/>
                            <a:gd name="connsiteY86" fmla="*/ 145997 h 1144921"/>
                            <a:gd name="connsiteX87" fmla="*/ 1264019 w 1996596"/>
                            <a:gd name="connsiteY87" fmla="*/ 138313 h 1144921"/>
                            <a:gd name="connsiteX88" fmla="*/ 1256335 w 1996596"/>
                            <a:gd name="connsiteY88" fmla="*/ 115260 h 1144921"/>
                            <a:gd name="connsiteX89" fmla="*/ 1271703 w 1996596"/>
                            <a:gd name="connsiteY89" fmla="*/ 69156 h 1144921"/>
                            <a:gd name="connsiteX90" fmla="*/ 1187178 w 1996596"/>
                            <a:gd name="connsiteY90" fmla="*/ 23052 h 1144921"/>
                            <a:gd name="connsiteX91" fmla="*/ 1141074 w 1996596"/>
                            <a:gd name="connsiteY91" fmla="*/ 7684 h 1144921"/>
                            <a:gd name="connsiteX92" fmla="*/ 1118022 w 1996596"/>
                            <a:gd name="connsiteY92" fmla="*/ 0 h 1144921"/>
                            <a:gd name="connsiteX93" fmla="*/ 1010446 w 1996596"/>
                            <a:gd name="connsiteY93" fmla="*/ 15368 h 1144921"/>
                            <a:gd name="connsiteX94" fmla="*/ 964341 w 1996596"/>
                            <a:gd name="connsiteY94" fmla="*/ 30736 h 1144921"/>
                            <a:gd name="connsiteX95" fmla="*/ 948973 w 1996596"/>
                            <a:gd name="connsiteY95" fmla="*/ 99892 h 1144921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  <a:cxn ang="0">
                              <a:pos x="connsiteX27" y="connsiteY27"/>
                            </a:cxn>
                            <a:cxn ang="0">
                              <a:pos x="connsiteX28" y="connsiteY28"/>
                            </a:cxn>
                            <a:cxn ang="0">
                              <a:pos x="connsiteX29" y="connsiteY29"/>
                            </a:cxn>
                            <a:cxn ang="0">
                              <a:pos x="connsiteX30" y="connsiteY30"/>
                            </a:cxn>
                            <a:cxn ang="0">
                              <a:pos x="connsiteX31" y="connsiteY31"/>
                            </a:cxn>
                            <a:cxn ang="0">
                              <a:pos x="connsiteX32" y="connsiteY32"/>
                            </a:cxn>
                            <a:cxn ang="0">
                              <a:pos x="connsiteX33" y="connsiteY33"/>
                            </a:cxn>
                            <a:cxn ang="0">
                              <a:pos x="connsiteX34" y="connsiteY34"/>
                            </a:cxn>
                            <a:cxn ang="0">
                              <a:pos x="connsiteX35" y="connsiteY35"/>
                            </a:cxn>
                            <a:cxn ang="0">
                              <a:pos x="connsiteX36" y="connsiteY36"/>
                            </a:cxn>
                            <a:cxn ang="0">
                              <a:pos x="connsiteX37" y="connsiteY37"/>
                            </a:cxn>
                            <a:cxn ang="0">
                              <a:pos x="connsiteX38" y="connsiteY38"/>
                            </a:cxn>
                            <a:cxn ang="0">
                              <a:pos x="connsiteX39" y="connsiteY39"/>
                            </a:cxn>
                            <a:cxn ang="0">
                              <a:pos x="connsiteX40" y="connsiteY40"/>
                            </a:cxn>
                            <a:cxn ang="0">
                              <a:pos x="connsiteX41" y="connsiteY41"/>
                            </a:cxn>
                            <a:cxn ang="0">
                              <a:pos x="connsiteX42" y="connsiteY42"/>
                            </a:cxn>
                            <a:cxn ang="0">
                              <a:pos x="connsiteX43" y="connsiteY43"/>
                            </a:cxn>
                            <a:cxn ang="0">
                              <a:pos x="connsiteX44" y="connsiteY44"/>
                            </a:cxn>
                            <a:cxn ang="0">
                              <a:pos x="connsiteX45" y="connsiteY45"/>
                            </a:cxn>
                            <a:cxn ang="0">
                              <a:pos x="connsiteX46" y="connsiteY46"/>
                            </a:cxn>
                            <a:cxn ang="0">
                              <a:pos x="connsiteX47" y="connsiteY47"/>
                            </a:cxn>
                            <a:cxn ang="0">
                              <a:pos x="connsiteX48" y="connsiteY48"/>
                            </a:cxn>
                            <a:cxn ang="0">
                              <a:pos x="connsiteX49" y="connsiteY49"/>
                            </a:cxn>
                            <a:cxn ang="0">
                              <a:pos x="connsiteX50" y="connsiteY50"/>
                            </a:cxn>
                            <a:cxn ang="0">
                              <a:pos x="connsiteX51" y="connsiteY51"/>
                            </a:cxn>
                            <a:cxn ang="0">
                              <a:pos x="connsiteX52" y="connsiteY52"/>
                            </a:cxn>
                            <a:cxn ang="0">
                              <a:pos x="connsiteX53" y="connsiteY53"/>
                            </a:cxn>
                            <a:cxn ang="0">
                              <a:pos x="connsiteX54" y="connsiteY54"/>
                            </a:cxn>
                            <a:cxn ang="0">
                              <a:pos x="connsiteX55" y="connsiteY55"/>
                            </a:cxn>
                            <a:cxn ang="0">
                              <a:pos x="connsiteX56" y="connsiteY56"/>
                            </a:cxn>
                            <a:cxn ang="0">
                              <a:pos x="connsiteX57" y="connsiteY57"/>
                            </a:cxn>
                            <a:cxn ang="0">
                              <a:pos x="connsiteX58" y="connsiteY58"/>
                            </a:cxn>
                            <a:cxn ang="0">
                              <a:pos x="connsiteX59" y="connsiteY59"/>
                            </a:cxn>
                            <a:cxn ang="0">
                              <a:pos x="connsiteX60" y="connsiteY60"/>
                            </a:cxn>
                            <a:cxn ang="0">
                              <a:pos x="connsiteX61" y="connsiteY61"/>
                            </a:cxn>
                            <a:cxn ang="0">
                              <a:pos x="connsiteX62" y="connsiteY62"/>
                            </a:cxn>
                            <a:cxn ang="0">
                              <a:pos x="connsiteX63" y="connsiteY63"/>
                            </a:cxn>
                            <a:cxn ang="0">
                              <a:pos x="connsiteX64" y="connsiteY64"/>
                            </a:cxn>
                            <a:cxn ang="0">
                              <a:pos x="connsiteX65" y="connsiteY65"/>
                            </a:cxn>
                            <a:cxn ang="0">
                              <a:pos x="connsiteX66" y="connsiteY66"/>
                            </a:cxn>
                            <a:cxn ang="0">
                              <a:pos x="connsiteX67" y="connsiteY67"/>
                            </a:cxn>
                            <a:cxn ang="0">
                              <a:pos x="connsiteX68" y="connsiteY68"/>
                            </a:cxn>
                            <a:cxn ang="0">
                              <a:pos x="connsiteX69" y="connsiteY69"/>
                            </a:cxn>
                            <a:cxn ang="0">
                              <a:pos x="connsiteX70" y="connsiteY70"/>
                            </a:cxn>
                            <a:cxn ang="0">
                              <a:pos x="connsiteX71" y="connsiteY71"/>
                            </a:cxn>
                            <a:cxn ang="0">
                              <a:pos x="connsiteX72" y="connsiteY72"/>
                            </a:cxn>
                            <a:cxn ang="0">
                              <a:pos x="connsiteX73" y="connsiteY73"/>
                            </a:cxn>
                            <a:cxn ang="0">
                              <a:pos x="connsiteX74" y="connsiteY74"/>
                            </a:cxn>
                            <a:cxn ang="0">
                              <a:pos x="connsiteX75" y="connsiteY75"/>
                            </a:cxn>
                            <a:cxn ang="0">
                              <a:pos x="connsiteX76" y="connsiteY76"/>
                            </a:cxn>
                            <a:cxn ang="0">
                              <a:pos x="connsiteX77" y="connsiteY77"/>
                            </a:cxn>
                            <a:cxn ang="0">
                              <a:pos x="connsiteX78" y="connsiteY78"/>
                            </a:cxn>
                            <a:cxn ang="0">
                              <a:pos x="connsiteX79" y="connsiteY79"/>
                            </a:cxn>
                            <a:cxn ang="0">
                              <a:pos x="connsiteX80" y="connsiteY80"/>
                            </a:cxn>
                            <a:cxn ang="0">
                              <a:pos x="connsiteX81" y="connsiteY81"/>
                            </a:cxn>
                            <a:cxn ang="0">
                              <a:pos x="connsiteX82" y="connsiteY82"/>
                            </a:cxn>
                            <a:cxn ang="0">
                              <a:pos x="connsiteX83" y="connsiteY83"/>
                            </a:cxn>
                            <a:cxn ang="0">
                              <a:pos x="connsiteX84" y="connsiteY84"/>
                            </a:cxn>
                            <a:cxn ang="0">
                              <a:pos x="connsiteX85" y="connsiteY85"/>
                            </a:cxn>
                            <a:cxn ang="0">
                              <a:pos x="connsiteX86" y="connsiteY86"/>
                            </a:cxn>
                            <a:cxn ang="0">
                              <a:pos x="connsiteX87" y="connsiteY87"/>
                            </a:cxn>
                            <a:cxn ang="0">
                              <a:pos x="connsiteX88" y="connsiteY88"/>
                            </a:cxn>
                            <a:cxn ang="0">
                              <a:pos x="connsiteX89" y="connsiteY89"/>
                            </a:cxn>
                            <a:cxn ang="0">
                              <a:pos x="connsiteX90" y="connsiteY90"/>
                            </a:cxn>
                            <a:cxn ang="0">
                              <a:pos x="connsiteX91" y="connsiteY91"/>
                            </a:cxn>
                            <a:cxn ang="0">
                              <a:pos x="connsiteX92" y="connsiteY92"/>
                            </a:cxn>
                            <a:cxn ang="0">
                              <a:pos x="connsiteX93" y="connsiteY93"/>
                            </a:cxn>
                            <a:cxn ang="0">
                              <a:pos x="connsiteX94" y="connsiteY94"/>
                            </a:cxn>
                            <a:cxn ang="0">
                              <a:pos x="connsiteX95" y="connsiteY95"/>
                            </a:cxn>
                          </a:cxnLst>
                          <a:rect l="l" t="t" r="r" b="b"/>
                          <a:pathLst>
                            <a:path w="1996596" h="1144921">
                              <a:moveTo>
                                <a:pt x="948973" y="99892"/>
                              </a:moveTo>
                              <a:cubicBezTo>
                                <a:pt x="933605" y="110137"/>
                                <a:pt x="897648" y="95610"/>
                                <a:pt x="872133" y="92208"/>
                              </a:cubicBezTo>
                              <a:cubicBezTo>
                                <a:pt x="859187" y="90482"/>
                                <a:pt x="846773" y="84524"/>
                                <a:pt x="833713" y="84524"/>
                              </a:cubicBezTo>
                              <a:cubicBezTo>
                                <a:pt x="797763" y="84524"/>
                                <a:pt x="761995" y="89647"/>
                                <a:pt x="726136" y="92208"/>
                              </a:cubicBezTo>
                              <a:cubicBezTo>
                                <a:pt x="710768" y="94769"/>
                                <a:pt x="694704" y="94652"/>
                                <a:pt x="680032" y="99892"/>
                              </a:cubicBezTo>
                              <a:cubicBezTo>
                                <a:pt x="615380" y="122983"/>
                                <a:pt x="614830" y="138239"/>
                                <a:pt x="557088" y="176733"/>
                              </a:cubicBezTo>
                              <a:lnTo>
                                <a:pt x="487931" y="222837"/>
                              </a:lnTo>
                              <a:lnTo>
                                <a:pt x="464879" y="238205"/>
                              </a:lnTo>
                              <a:cubicBezTo>
                                <a:pt x="445770" y="250944"/>
                                <a:pt x="433374" y="260585"/>
                                <a:pt x="411091" y="268941"/>
                              </a:cubicBezTo>
                              <a:cubicBezTo>
                                <a:pt x="392751" y="275819"/>
                                <a:pt x="350186" y="281653"/>
                                <a:pt x="334251" y="284309"/>
                              </a:cubicBezTo>
                              <a:cubicBezTo>
                                <a:pt x="300953" y="281748"/>
                                <a:pt x="267182" y="282779"/>
                                <a:pt x="234358" y="276625"/>
                              </a:cubicBezTo>
                              <a:cubicBezTo>
                                <a:pt x="225281" y="274923"/>
                                <a:pt x="219566" y="265387"/>
                                <a:pt x="211306" y="261257"/>
                              </a:cubicBezTo>
                              <a:cubicBezTo>
                                <a:pt x="204061" y="257635"/>
                                <a:pt x="195499" y="257195"/>
                                <a:pt x="188254" y="253573"/>
                              </a:cubicBezTo>
                              <a:cubicBezTo>
                                <a:pt x="128671" y="223782"/>
                                <a:pt x="200092" y="249835"/>
                                <a:pt x="142150" y="230521"/>
                              </a:cubicBezTo>
                              <a:cubicBezTo>
                                <a:pt x="119096" y="195941"/>
                                <a:pt x="120379" y="185058"/>
                                <a:pt x="88361" y="169049"/>
                              </a:cubicBezTo>
                              <a:cubicBezTo>
                                <a:pt x="81116" y="165427"/>
                                <a:pt x="72993" y="163926"/>
                                <a:pt x="65309" y="161365"/>
                              </a:cubicBezTo>
                              <a:lnTo>
                                <a:pt x="3837" y="169049"/>
                              </a:lnTo>
                              <a:cubicBezTo>
                                <a:pt x="-6079" y="177549"/>
                                <a:pt x="5680" y="195788"/>
                                <a:pt x="11521" y="207469"/>
                              </a:cubicBezTo>
                              <a:cubicBezTo>
                                <a:pt x="21142" y="226711"/>
                                <a:pt x="42495" y="233281"/>
                                <a:pt x="57625" y="245889"/>
                              </a:cubicBezTo>
                              <a:cubicBezTo>
                                <a:pt x="65973" y="252846"/>
                                <a:pt x="74005" y="260363"/>
                                <a:pt x="80677" y="268941"/>
                              </a:cubicBezTo>
                              <a:cubicBezTo>
                                <a:pt x="92017" y="283520"/>
                                <a:pt x="96046" y="304800"/>
                                <a:pt x="111414" y="315045"/>
                              </a:cubicBezTo>
                              <a:cubicBezTo>
                                <a:pt x="119098" y="320168"/>
                                <a:pt x="126027" y="326662"/>
                                <a:pt x="134466" y="330413"/>
                              </a:cubicBezTo>
                              <a:cubicBezTo>
                                <a:pt x="149269" y="336992"/>
                                <a:pt x="165202" y="340658"/>
                                <a:pt x="180570" y="345781"/>
                              </a:cubicBezTo>
                              <a:cubicBezTo>
                                <a:pt x="218409" y="358394"/>
                                <a:pt x="195620" y="352132"/>
                                <a:pt x="249726" y="361150"/>
                              </a:cubicBezTo>
                              <a:cubicBezTo>
                                <a:pt x="380960" y="355185"/>
                                <a:pt x="375239" y="363995"/>
                                <a:pt x="457195" y="345781"/>
                              </a:cubicBezTo>
                              <a:cubicBezTo>
                                <a:pt x="467504" y="343490"/>
                                <a:pt x="477816" y="341132"/>
                                <a:pt x="487931" y="338097"/>
                              </a:cubicBezTo>
                              <a:cubicBezTo>
                                <a:pt x="503447" y="333442"/>
                                <a:pt x="534035" y="322729"/>
                                <a:pt x="534035" y="322729"/>
                              </a:cubicBezTo>
                              <a:cubicBezTo>
                                <a:pt x="542507" y="323788"/>
                                <a:pt x="599858" y="326875"/>
                                <a:pt x="618560" y="338097"/>
                              </a:cubicBezTo>
                              <a:cubicBezTo>
                                <a:pt x="633729" y="347199"/>
                                <a:pt x="663712" y="396713"/>
                                <a:pt x="664664" y="399570"/>
                              </a:cubicBezTo>
                              <a:cubicBezTo>
                                <a:pt x="670145" y="416013"/>
                                <a:pt x="673697" y="433407"/>
                                <a:pt x="687716" y="445674"/>
                              </a:cubicBezTo>
                              <a:cubicBezTo>
                                <a:pt x="701616" y="457837"/>
                                <a:pt x="718452" y="466165"/>
                                <a:pt x="733820" y="476410"/>
                              </a:cubicBezTo>
                              <a:lnTo>
                                <a:pt x="779925" y="507146"/>
                              </a:lnTo>
                              <a:cubicBezTo>
                                <a:pt x="787609" y="512269"/>
                                <a:pt x="794216" y="519594"/>
                                <a:pt x="802977" y="522514"/>
                              </a:cubicBezTo>
                              <a:cubicBezTo>
                                <a:pt x="818345" y="527637"/>
                                <a:pt x="835602" y="528896"/>
                                <a:pt x="849081" y="537882"/>
                              </a:cubicBezTo>
                              <a:cubicBezTo>
                                <a:pt x="870158" y="551933"/>
                                <a:pt x="894306" y="563678"/>
                                <a:pt x="910553" y="583987"/>
                              </a:cubicBezTo>
                              <a:cubicBezTo>
                                <a:pt x="931428" y="610081"/>
                                <a:pt x="929103" y="616584"/>
                                <a:pt x="941289" y="653143"/>
                              </a:cubicBezTo>
                              <a:lnTo>
                                <a:pt x="956657" y="699247"/>
                              </a:lnTo>
                              <a:cubicBezTo>
                                <a:pt x="959218" y="706931"/>
                                <a:pt x="963009" y="714310"/>
                                <a:pt x="964341" y="722299"/>
                              </a:cubicBezTo>
                              <a:cubicBezTo>
                                <a:pt x="974172" y="781286"/>
                                <a:pt x="968970" y="753126"/>
                                <a:pt x="979709" y="806823"/>
                              </a:cubicBezTo>
                              <a:cubicBezTo>
                                <a:pt x="982270" y="840121"/>
                                <a:pt x="987393" y="873320"/>
                                <a:pt x="987393" y="906716"/>
                              </a:cubicBezTo>
                              <a:cubicBezTo>
                                <a:pt x="987393" y="975920"/>
                                <a:pt x="977403" y="1045020"/>
                                <a:pt x="979709" y="1114185"/>
                              </a:cubicBezTo>
                              <a:cubicBezTo>
                                <a:pt x="980017" y="1123415"/>
                                <a:pt x="985979" y="1135655"/>
                                <a:pt x="995077" y="1137237"/>
                              </a:cubicBezTo>
                              <a:cubicBezTo>
                                <a:pt x="1048130" y="1146464"/>
                                <a:pt x="1102654" y="1142360"/>
                                <a:pt x="1156442" y="1144921"/>
                              </a:cubicBezTo>
                              <a:cubicBezTo>
                                <a:pt x="1169249" y="1142360"/>
                                <a:pt x="1186844" y="1147546"/>
                                <a:pt x="1194862" y="1137237"/>
                              </a:cubicBezTo>
                              <a:cubicBezTo>
                                <a:pt x="1207829" y="1120565"/>
                                <a:pt x="1203551" y="1095802"/>
                                <a:pt x="1210230" y="1075765"/>
                              </a:cubicBezTo>
                              <a:cubicBezTo>
                                <a:pt x="1216814" y="1056013"/>
                                <a:pt x="1221738" y="1043205"/>
                                <a:pt x="1225598" y="1021976"/>
                              </a:cubicBezTo>
                              <a:cubicBezTo>
                                <a:pt x="1228838" y="1004157"/>
                                <a:pt x="1230888" y="986140"/>
                                <a:pt x="1233282" y="968188"/>
                              </a:cubicBezTo>
                              <a:cubicBezTo>
                                <a:pt x="1236011" y="947719"/>
                                <a:pt x="1236640" y="926908"/>
                                <a:pt x="1240967" y="906716"/>
                              </a:cubicBezTo>
                              <a:cubicBezTo>
                                <a:pt x="1244361" y="890876"/>
                                <a:pt x="1244880" y="872067"/>
                                <a:pt x="1256335" y="860612"/>
                              </a:cubicBezTo>
                              <a:cubicBezTo>
                                <a:pt x="1264019" y="852928"/>
                                <a:pt x="1270345" y="843588"/>
                                <a:pt x="1279387" y="837560"/>
                              </a:cubicBezTo>
                              <a:cubicBezTo>
                                <a:pt x="1291998" y="829153"/>
                                <a:pt x="1342964" y="823122"/>
                                <a:pt x="1348543" y="822192"/>
                              </a:cubicBezTo>
                              <a:cubicBezTo>
                                <a:pt x="1412511" y="838184"/>
                                <a:pt x="1349266" y="818712"/>
                                <a:pt x="1402331" y="845244"/>
                              </a:cubicBezTo>
                              <a:cubicBezTo>
                                <a:pt x="1465957" y="877057"/>
                                <a:pt x="1382371" y="824253"/>
                                <a:pt x="1448435" y="868296"/>
                              </a:cubicBezTo>
                              <a:cubicBezTo>
                                <a:pt x="1458681" y="883664"/>
                                <a:pt x="1477132" y="896043"/>
                                <a:pt x="1479172" y="914400"/>
                              </a:cubicBezTo>
                              <a:cubicBezTo>
                                <a:pt x="1490544" y="1016748"/>
                                <a:pt x="1485077" y="960430"/>
                                <a:pt x="1494540" y="1083449"/>
                              </a:cubicBezTo>
                              <a:cubicBezTo>
                                <a:pt x="1586748" y="1080888"/>
                                <a:pt x="1700458" y="1135006"/>
                                <a:pt x="1771165" y="1075765"/>
                              </a:cubicBezTo>
                              <a:cubicBezTo>
                                <a:pt x="1830097" y="1026389"/>
                                <a:pt x="1774198" y="921986"/>
                                <a:pt x="1778849" y="845244"/>
                              </a:cubicBezTo>
                              <a:cubicBezTo>
                                <a:pt x="1780565" y="816922"/>
                                <a:pt x="1808968" y="800991"/>
                                <a:pt x="1817269" y="776087"/>
                              </a:cubicBezTo>
                              <a:cubicBezTo>
                                <a:pt x="1836583" y="718145"/>
                                <a:pt x="1810530" y="789566"/>
                                <a:pt x="1840321" y="729983"/>
                              </a:cubicBezTo>
                              <a:cubicBezTo>
                                <a:pt x="1843943" y="722738"/>
                                <a:pt x="1845444" y="714615"/>
                                <a:pt x="1848005" y="706931"/>
                              </a:cubicBezTo>
                              <a:cubicBezTo>
                                <a:pt x="1845444" y="645459"/>
                                <a:pt x="1844554" y="583894"/>
                                <a:pt x="1840321" y="522514"/>
                              </a:cubicBezTo>
                              <a:cubicBezTo>
                                <a:pt x="1837000" y="474359"/>
                                <a:pt x="1833076" y="497596"/>
                                <a:pt x="1824953" y="461042"/>
                              </a:cubicBezTo>
                              <a:cubicBezTo>
                                <a:pt x="1821573" y="445833"/>
                                <a:pt x="1817269" y="399358"/>
                                <a:pt x="1817269" y="414938"/>
                              </a:cubicBezTo>
                              <a:cubicBezTo>
                                <a:pt x="1817269" y="432568"/>
                                <a:pt x="1819484" y="488525"/>
                                <a:pt x="1832637" y="514830"/>
                              </a:cubicBezTo>
                              <a:cubicBezTo>
                                <a:pt x="1848646" y="546847"/>
                                <a:pt x="1859531" y="545565"/>
                                <a:pt x="1894109" y="568618"/>
                              </a:cubicBezTo>
                              <a:cubicBezTo>
                                <a:pt x="1901793" y="573741"/>
                                <a:pt x="1910631" y="577457"/>
                                <a:pt x="1917161" y="583987"/>
                              </a:cubicBezTo>
                              <a:cubicBezTo>
                                <a:pt x="1922284" y="589110"/>
                                <a:pt x="1926318" y="595628"/>
                                <a:pt x="1932530" y="599355"/>
                              </a:cubicBezTo>
                              <a:cubicBezTo>
                                <a:pt x="1939475" y="603522"/>
                                <a:pt x="1947898" y="604478"/>
                                <a:pt x="1955582" y="607039"/>
                              </a:cubicBezTo>
                              <a:cubicBezTo>
                                <a:pt x="1965827" y="622407"/>
                                <a:pt x="1980477" y="635621"/>
                                <a:pt x="1986318" y="653143"/>
                              </a:cubicBezTo>
                              <a:cubicBezTo>
                                <a:pt x="1988879" y="660827"/>
                                <a:pt x="2002102" y="676195"/>
                                <a:pt x="1994002" y="676195"/>
                              </a:cubicBezTo>
                              <a:cubicBezTo>
                                <a:pt x="1984767" y="676195"/>
                                <a:pt x="1982385" y="661582"/>
                                <a:pt x="1978634" y="653143"/>
                              </a:cubicBezTo>
                              <a:cubicBezTo>
                                <a:pt x="1972055" y="638340"/>
                                <a:pt x="1972252" y="620518"/>
                                <a:pt x="1963266" y="607039"/>
                              </a:cubicBezTo>
                              <a:cubicBezTo>
                                <a:pt x="1958143" y="599355"/>
                                <a:pt x="1953908" y="590999"/>
                                <a:pt x="1947898" y="583987"/>
                              </a:cubicBezTo>
                              <a:cubicBezTo>
                                <a:pt x="1923053" y="555001"/>
                                <a:pt x="1921300" y="556009"/>
                                <a:pt x="1894109" y="537882"/>
                              </a:cubicBezTo>
                              <a:cubicBezTo>
                                <a:pt x="1864575" y="493582"/>
                                <a:pt x="1890145" y="536316"/>
                                <a:pt x="1871057" y="491778"/>
                              </a:cubicBezTo>
                              <a:cubicBezTo>
                                <a:pt x="1866545" y="481250"/>
                                <a:pt x="1859943" y="471677"/>
                                <a:pt x="1855689" y="461042"/>
                              </a:cubicBezTo>
                              <a:cubicBezTo>
                                <a:pt x="1840091" y="422046"/>
                                <a:pt x="1840354" y="415103"/>
                                <a:pt x="1832637" y="376518"/>
                              </a:cubicBezTo>
                              <a:cubicBezTo>
                                <a:pt x="1824114" y="189018"/>
                                <a:pt x="1856242" y="254403"/>
                                <a:pt x="1794217" y="161365"/>
                              </a:cubicBezTo>
                              <a:cubicBezTo>
                                <a:pt x="1789094" y="153681"/>
                                <a:pt x="1786533" y="143436"/>
                                <a:pt x="1778849" y="138313"/>
                              </a:cubicBezTo>
                              <a:cubicBezTo>
                                <a:pt x="1742319" y="113960"/>
                                <a:pt x="1764556" y="125864"/>
                                <a:pt x="1709693" y="107576"/>
                              </a:cubicBezTo>
                              <a:lnTo>
                                <a:pt x="1686640" y="99892"/>
                              </a:lnTo>
                              <a:lnTo>
                                <a:pt x="1663588" y="92208"/>
                              </a:lnTo>
                              <a:cubicBezTo>
                                <a:pt x="1643097" y="94769"/>
                                <a:pt x="1622308" y="95565"/>
                                <a:pt x="1602116" y="99892"/>
                              </a:cubicBezTo>
                              <a:cubicBezTo>
                                <a:pt x="1586276" y="103286"/>
                                <a:pt x="1571380" y="110137"/>
                                <a:pt x="1556012" y="115260"/>
                              </a:cubicBezTo>
                              <a:lnTo>
                                <a:pt x="1509908" y="130629"/>
                              </a:lnTo>
                              <a:cubicBezTo>
                                <a:pt x="1502224" y="133190"/>
                                <a:pt x="1494893" y="137308"/>
                                <a:pt x="1486856" y="138313"/>
                              </a:cubicBezTo>
                              <a:lnTo>
                                <a:pt x="1425383" y="145997"/>
                              </a:lnTo>
                              <a:cubicBezTo>
                                <a:pt x="1371595" y="143436"/>
                                <a:pt x="1316999" y="147946"/>
                                <a:pt x="1264019" y="138313"/>
                              </a:cubicBezTo>
                              <a:cubicBezTo>
                                <a:pt x="1256050" y="136864"/>
                                <a:pt x="1255441" y="123310"/>
                                <a:pt x="1256335" y="115260"/>
                              </a:cubicBezTo>
                              <a:cubicBezTo>
                                <a:pt x="1258124" y="99160"/>
                                <a:pt x="1271703" y="69156"/>
                                <a:pt x="1271703" y="69156"/>
                              </a:cubicBezTo>
                              <a:cubicBezTo>
                                <a:pt x="1256402" y="7951"/>
                                <a:pt x="1277545" y="53174"/>
                                <a:pt x="1187178" y="23052"/>
                              </a:cubicBezTo>
                              <a:lnTo>
                                <a:pt x="1141074" y="7684"/>
                              </a:lnTo>
                              <a:lnTo>
                                <a:pt x="1118022" y="0"/>
                              </a:lnTo>
                              <a:cubicBezTo>
                                <a:pt x="1082163" y="5123"/>
                                <a:pt x="1044810" y="3914"/>
                                <a:pt x="1010446" y="15368"/>
                              </a:cubicBezTo>
                              <a:lnTo>
                                <a:pt x="964341" y="30736"/>
                              </a:lnTo>
                              <a:cubicBezTo>
                                <a:pt x="946131" y="58050"/>
                                <a:pt x="964341" y="89647"/>
                                <a:pt x="948973" y="99892"/>
                              </a:cubicBezTo>
                              <a:close/>
                            </a:path>
                          </a:pathLst>
                        </a:custGeom>
                        <a:gradFill flip="none" rotWithShape="1">
                          <a:gsLst>
                            <a:gs pos="0">
                              <a:srgbClr val="5CA59D">
                                <a:shade val="30000"/>
                                <a:satMod val="115000"/>
                              </a:srgbClr>
                            </a:gs>
                            <a:gs pos="67000">
                              <a:srgbClr val="5CA59D">
                                <a:shade val="67500"/>
                                <a:satMod val="115000"/>
                              </a:srgbClr>
                            </a:gs>
                            <a:gs pos="100000">
                              <a:srgbClr val="5CA59D">
                                <a:shade val="100000"/>
                                <a:satMod val="115000"/>
                              </a:srgbClr>
                            </a:gs>
                          </a:gsLst>
                          <a:lin ang="10800000" scaled="1"/>
                          <a:tileRect/>
                        </a:gra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4013FF8" id="Freihandform 6" o:spid="_x0000_s1026" style="position:absolute;margin-left:367.5pt;margin-top:-5.65pt;width:100.85pt;height:57.8pt;z-index:25165824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996596,11449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" path="m948973,99892v-15368,10245,-51325,-4282,-76840,-7684c859187,90482,846773,84524,833713,84524v-35950,,-71718,5123,-107577,7684c710768,94769,694704,94652,680032,99892v-64652,23091,-65202,38347,-122944,76841l487931,222837r-23052,15368c445770,250944,433374,260585,411091,268941v-18340,6878,-60905,12712,-76840,15368c300953,281748,267182,282779,234358,276625v-9077,-1702,-14792,-11238,-23052,-15368c204061,257635,195499,257195,188254,253573v-59583,-29791,11838,-3738,-46104,-23052c119096,195941,120379,185058,88361,169049v-7245,-3622,-15368,-5123,-23052,-7684l3837,169049v-9916,8500,1843,26739,7684,38420c21142,226711,42495,233281,57625,245889v8348,6957,16380,14474,23052,23052c92017,283520,96046,304800,111414,315045v7684,5123,14613,11617,23052,15368c149269,336992,165202,340658,180570,345781v37839,12613,15050,6351,69156,15369c380960,355185,375239,363995,457195,345781v10309,-2291,20621,-4649,30736,-7684c503447,333442,534035,322729,534035,322729v8472,1059,65823,4146,84525,15368c633729,347199,663712,396713,664664,399570v5481,16443,9033,33837,23052,46104c701616,457837,718452,466165,733820,476410r46105,30736c787609,512269,794216,519594,802977,522514v15368,5123,32625,6382,46104,15368c870158,551933,894306,563678,910553,583987v20875,26094,18550,32597,30736,69156l956657,699247v2561,7684,6352,15063,7684,23052c974172,781286,968970,753126,979709,806823v2561,33298,7684,66497,7684,99893c987393,975920,977403,1045020,979709,1114185v308,9230,6270,21470,15368,23052c1048130,1146464,1102654,1142360,1156442,1144921v12807,-2561,30402,2625,38420,-7684c1207829,1120565,1203551,1095802,1210230,1075765v6584,-19752,11508,-32560,15368,-53789c1228838,1004157,1230888,986140,1233282,968188v2729,-20469,3358,-41280,7685,-61472c1244361,890876,1244880,872067,1256335,860612v7684,-7684,14010,-17024,23052,-23052c1291998,829153,1342964,823122,1348543,822192v63968,15992,723,-3480,53788,23052c1465957,877057,1382371,824253,1448435,868296v10246,15368,28697,27747,30737,46104c1490544,1016748,1485077,960430,1494540,1083449v92208,-2561,205918,51557,276625,-7684c1830097,1026389,1774198,921986,1778849,845244v1716,-28322,30119,-44253,38420,-69157c1836583,718145,1810530,789566,1840321,729983v3622,-7245,5123,-15368,7684,-23052c1845444,645459,1844554,583894,1840321,522514v-3321,-48155,-7245,-24918,-15368,-61472c1821573,445833,1817269,399358,1817269,414938v,17630,2215,73587,15368,99892c1848646,546847,1859531,545565,1894109,568618v7684,5123,16522,8839,23052,15369c1922284,589110,1926318,595628,1932530,599355v6945,4167,15368,5123,23052,7684c1965827,622407,1980477,635621,1986318,653143v2561,7684,15784,23052,7684,23052c1984767,676195,1982385,661582,1978634,653143v-6579,-14803,-6382,-32625,-15368,-46104c1958143,599355,1953908,590999,1947898,583987v-24845,-28986,-26598,-27978,-53789,-46105c1864575,493582,1890145,536316,1871057,491778v-4512,-10528,-11114,-20101,-15368,-30736c1840091,422046,1840354,415103,1832637,376518v-8523,-187500,23605,-122115,-38420,-215153c1789094,153681,1786533,143436,1778849,138313v-36530,-24353,-14293,-12449,-69156,-30737l1686640,99892r-23052,-7684c1643097,94769,1622308,95565,1602116,99892v-15840,3394,-30736,10245,-46104,15368l1509908,130629v-7684,2561,-15015,6679,-23052,7684l1425383,145997v-53788,-2561,-108384,1949,-161364,-7684c1256050,136864,1255441,123310,1256335,115260v1789,-16100,15368,-46104,15368,-46104c1256402,7951,1277545,53174,1187178,23052l1141074,7684,1118022,v-35859,5123,-73212,3914,-107576,15368l964341,30736v-18210,27314,,58911,-15368,69156xe" fillcolor="#2f625c" strokecolor="#243f60 [1604]" strokeweight="2pt">
                <v:fill color2="#57aaa1" rotate="t" angle="270" colors="0 #2f625c;43909f #478f87;1 #57aaa1" focus="100%" type="gradient"/>
                <v:path arrowok="t" o:connecttype="custom" o:connectlocs="608756,64045;559464,59119;534818,54192;465808,59119;436233,64045;357366,113311;313003,142871;298215,152724;263710,172430;214418,182283;150338,177357;135551,167504;120763,162577;91188,147797;56683,108385;41895,103458;2461,108385;7391,133018;36966,157650;51753,172430;71471,201989;86259,211843;115834,221696;160197,231549;293286,221696;313003,216769;342578,206916;396800,216769;426375,256182;441162,285742;470738,305448;500314,325154;515101,335007;544676,344860;584110,374420;603827,418759;613685,448318;618614,463098;628473,517290;633402,581336;628473,714354;638331,729133;741845,734060;766491,729133;776350,689721;786208,655234;791137,620749;796067,581336;805925,551777;820713,536997;865076,527144;899580,541924;929156,556703;948873,586263;958731,694648;1136183,689721;1141113,541924;1165759,497584;1180546,468025;1185475,453245;1180546,335007;1170688,295595;1165759,266035;1175617,330081;1215051,364566;1229838,374420;1239697,384273;1254485,389200;1274202,418759;1279131,433539;1269273,418759;1259414,389200;1249556,374420;1215051,344860;1200263,315301;1190405,295595;1175617,241403;1150971,103458;1141113,88679;1096750,68972;1081962,64045;1067174,59119;1027740,64045;998165,73898;968590,83752;953802,88679;914368,93605;810855,88679;805925,73898;815784,44339;761562,14780;731987,4927;717199,0;648190,9853;618614,19706;608756,64045" o:connectangles="0,0,0,0,0,0,0,0,0,0,0,0,0,0,0,0,0,0,0,0,0,0,0,0,0,0,0,0,0,0,0,0,0,0,0,0,0,0,0,0,0,0,0,0,0,0,0,0,0,0,0,0,0,0,0,0,0,0,0,0,0,0,0,0,0,0,0,0,0,0,0,0,0,0,0,0,0,0,0,0,0,0,0,0,0,0,0,0,0,0,0,0,0,0,0,0"/>
              </v:shape>
            </w:pict>
          </mc:Fallback>
        </mc:AlternateContent>
      </w:r>
      <w:r w:rsidR="008313A5" w:rsidRPr="006856B0">
        <w:t>Zeichne</w:t>
      </w:r>
      <w:r w:rsidR="002F65D8">
        <w:t>n Sie</w:t>
      </w:r>
      <w:r w:rsidR="008313A5" w:rsidRPr="006856B0">
        <w:t xml:space="preserve"> eine Freihandform rechts unten – </w:t>
      </w:r>
      <w:r w:rsidR="00307452" w:rsidRPr="006856B0">
        <w:t xml:space="preserve">sie sollte ca. </w:t>
      </w:r>
      <w:r w:rsidR="008313A5" w:rsidRPr="006856B0">
        <w:t xml:space="preserve">so </w:t>
      </w:r>
      <w:r w:rsidR="00307452" w:rsidRPr="006856B0">
        <w:t>aussehen:</w:t>
      </w:r>
      <w:r w:rsidR="008313A5" w:rsidRPr="008313A5">
        <w:rPr>
          <w:rFonts w:ascii="Verdana" w:hAnsi="Verdana" w:cs="Arial"/>
        </w:rPr>
        <w:t xml:space="preserve"> </w:t>
      </w:r>
      <w:r w:rsidR="008313A5" w:rsidRPr="008313A5">
        <w:rPr>
          <w:rFonts w:ascii="Verdana" w:hAnsi="Verdana" w:cs="Arial"/>
        </w:rPr>
        <w:br/>
      </w:r>
      <w:r w:rsidR="008313A5" w:rsidRPr="006856B0">
        <w:rPr>
          <w:rStyle w:val="Anleitung"/>
        </w:rPr>
        <w:t>Einfügen, Formen, wähle Skizze aus</w:t>
      </w:r>
      <w:r w:rsidR="008313A5" w:rsidRPr="00F50D16">
        <w:rPr>
          <w:noProof/>
        </w:rPr>
        <w:t xml:space="preserve"> </w:t>
      </w:r>
      <w:r w:rsidR="008313A5">
        <w:rPr>
          <w:i/>
          <w:color w:val="0033CC"/>
        </w:rPr>
        <w:t xml:space="preserve"> </w:t>
      </w:r>
    </w:p>
    <w:sectPr w:rsidR="008D0E51" w:rsidRPr="00EA21E2" w:rsidSect="005208DA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1906" w:h="16838" w:code="9"/>
      <w:pgMar w:top="1440" w:right="1440" w:bottom="1440" w:left="1440" w:header="567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F7A5363" w14:textId="77777777" w:rsidR="00626C13" w:rsidRDefault="00626C13">
      <w:r>
        <w:separator/>
      </w:r>
    </w:p>
  </w:endnote>
  <w:endnote w:type="continuationSeparator" w:id="0">
    <w:p w14:paraId="221C3ECE" w14:textId="77777777" w:rsidR="00626C13" w:rsidRDefault="00626C13">
      <w:r>
        <w:continuationSeparator/>
      </w:r>
    </w:p>
  </w:endnote>
  <w:endnote w:type="continuationNotice" w:id="1">
    <w:p w14:paraId="588DE413" w14:textId="77777777" w:rsidR="00626C13" w:rsidRDefault="00626C1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F1EEF2" w14:textId="77777777" w:rsidR="00F942F6" w:rsidRDefault="00F942F6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CF42F3" w14:textId="49969AFE" w:rsidR="001631EB" w:rsidRPr="00674A99" w:rsidRDefault="001631EB" w:rsidP="002F65D8">
    <w:pPr>
      <w:pStyle w:val="Fuzeile"/>
      <w:tabs>
        <w:tab w:val="clear" w:pos="4536"/>
        <w:tab w:val="clear" w:pos="9072"/>
        <w:tab w:val="left" w:pos="2025"/>
        <w:tab w:val="right" w:pos="10065"/>
      </w:tabs>
      <w:rPr>
        <w:i/>
        <w:lang w:val="en-US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216C4E" w14:textId="77777777" w:rsidR="00F942F6" w:rsidRDefault="00F942F6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EC8F91D" w14:textId="77777777" w:rsidR="00626C13" w:rsidRDefault="00626C13">
      <w:r>
        <w:separator/>
      </w:r>
    </w:p>
  </w:footnote>
  <w:footnote w:type="continuationSeparator" w:id="0">
    <w:p w14:paraId="250CEA15" w14:textId="77777777" w:rsidR="00626C13" w:rsidRDefault="00626C13">
      <w:r>
        <w:continuationSeparator/>
      </w:r>
    </w:p>
  </w:footnote>
  <w:footnote w:type="continuationNotice" w:id="1">
    <w:p w14:paraId="03F09E51" w14:textId="77777777" w:rsidR="00626C13" w:rsidRDefault="00626C1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8D5B81C" w14:textId="77777777" w:rsidR="00F942F6" w:rsidRDefault="00F942F6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64A2EA" w14:textId="052AA33C" w:rsidR="003F3B19" w:rsidRPr="00E156AF" w:rsidRDefault="00E156AF" w:rsidP="00E156AF">
    <w:pPr>
      <w:pStyle w:val="Kopfzeile"/>
      <w:pBdr>
        <w:bottom w:val="single" w:sz="4" w:space="1" w:color="365F91" w:themeColor="accent1" w:themeShade="BF"/>
      </w:pBdr>
      <w:tabs>
        <w:tab w:val="clear" w:pos="4536"/>
        <w:tab w:val="center" w:pos="5387"/>
      </w:tabs>
      <w:spacing w:after="240"/>
      <w:ind w:right="1106"/>
      <w:rPr>
        <w:rFonts w:cstheme="minorHAnsi"/>
        <w:color w:val="365F91" w:themeColor="accent1" w:themeShade="BF"/>
        <w:sz w:val="28"/>
        <w:szCs w:val="28"/>
      </w:rPr>
    </w:pPr>
    <w:r w:rsidRPr="00E156AF">
      <w:rPr>
        <w:rFonts w:cstheme="minorHAnsi"/>
        <w:bCs/>
        <w:noProof/>
        <w:color w:val="365F91" w:themeColor="accent1" w:themeShade="BF"/>
        <w:sz w:val="32"/>
        <w:szCs w:val="32"/>
        <w:lang w:val="en-US" w:eastAsia="en-US"/>
      </w:rPr>
      <w:drawing>
        <wp:anchor distT="0" distB="0" distL="114300" distR="114300" simplePos="0" relativeHeight="251658240" behindDoc="0" locked="0" layoutInCell="1" allowOverlap="1" wp14:anchorId="66CB200A" wp14:editId="1999138D">
          <wp:simplePos x="0" y="0"/>
          <wp:positionH relativeFrom="margin">
            <wp:align>right</wp:align>
          </wp:positionH>
          <wp:positionV relativeFrom="paragraph">
            <wp:posOffset>-169</wp:posOffset>
          </wp:positionV>
          <wp:extent cx="594360" cy="594360"/>
          <wp:effectExtent l="0" t="0" r="0" b="0"/>
          <wp:wrapSquare wrapText="bothSides"/>
          <wp:docPr id="1402661881" name="Picture 1402661881" descr="C:\Users\xAdmin\Dropbox\Easy4me\_FTP_Easy4Me_Neu\workfiles\images\word-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xAdmin\Dropbox\Easy4me\_FTP_Easy4Me_Neu\workfiles\images\word-logo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4360" cy="594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B3B3E">
      <w:rPr>
        <w:rFonts w:cstheme="minorHAnsi"/>
        <w:bCs/>
        <w:color w:val="365F91" w:themeColor="accent1" w:themeShade="BF"/>
        <w:sz w:val="28"/>
        <w:szCs w:val="28"/>
        <w:lang w:val="de-AT"/>
      </w:rPr>
      <w:t>Formen</w:t>
    </w:r>
    <w:r w:rsidR="003F3B19" w:rsidRPr="00E156AF">
      <w:rPr>
        <w:rFonts w:cstheme="minorHAnsi"/>
        <w:bCs/>
        <w:color w:val="365F91" w:themeColor="accent1" w:themeShade="BF"/>
        <w:sz w:val="28"/>
        <w:szCs w:val="28"/>
      </w:rPr>
      <w:tab/>
      <w:t xml:space="preserve"> </w:t>
    </w:r>
    <w:r w:rsidRPr="00E156AF">
      <w:rPr>
        <w:rFonts w:cstheme="minorHAnsi"/>
        <w:bCs/>
        <w:color w:val="365F91" w:themeColor="accent1" w:themeShade="BF"/>
        <w:sz w:val="28"/>
        <w:szCs w:val="28"/>
      </w:rPr>
      <w:tab/>
    </w:r>
    <w:r w:rsidR="003F3B19" w:rsidRPr="00E156AF">
      <w:rPr>
        <w:rFonts w:cstheme="minorHAnsi"/>
        <w:bCs/>
        <w:color w:val="365F91" w:themeColor="accent1" w:themeShade="BF"/>
        <w:sz w:val="28"/>
        <w:szCs w:val="28"/>
      </w:rPr>
      <w:t xml:space="preserve">Word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6C4B20" w14:textId="77777777" w:rsidR="00F942F6" w:rsidRDefault="00F942F6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247A70"/>
    <w:multiLevelType w:val="hybridMultilevel"/>
    <w:tmpl w:val="FCCA8064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4A55871"/>
    <w:multiLevelType w:val="multilevel"/>
    <w:tmpl w:val="B734CF7E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6D12615"/>
    <w:multiLevelType w:val="hybridMultilevel"/>
    <w:tmpl w:val="4EC8A13E"/>
    <w:lvl w:ilvl="0" w:tplc="0407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0B515749"/>
    <w:multiLevelType w:val="multilevel"/>
    <w:tmpl w:val="C088A0B0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i w:val="0"/>
        <w:color w:val="auto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36B318E"/>
    <w:multiLevelType w:val="multilevel"/>
    <w:tmpl w:val="77EAC4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28504D6E"/>
    <w:multiLevelType w:val="multilevel"/>
    <w:tmpl w:val="F5A44D5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30A32C7B"/>
    <w:multiLevelType w:val="multilevel"/>
    <w:tmpl w:val="FFFAE4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i w:val="0"/>
        <w:color w:val="auto"/>
        <w:sz w:val="24"/>
        <w:szCs w:val="24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8682323"/>
    <w:multiLevelType w:val="multilevel"/>
    <w:tmpl w:val="C088A0B0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i w:val="0"/>
        <w:color w:val="auto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45E47909"/>
    <w:multiLevelType w:val="hybridMultilevel"/>
    <w:tmpl w:val="54302720"/>
    <w:lvl w:ilvl="0" w:tplc="4036B4B4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9714A69"/>
    <w:multiLevelType w:val="hybridMultilevel"/>
    <w:tmpl w:val="3894D9EC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A5A23BC"/>
    <w:multiLevelType w:val="multilevel"/>
    <w:tmpl w:val="8E8AE9E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 w15:restartNumberingAfterBreak="0">
    <w:nsid w:val="53860755"/>
    <w:multiLevelType w:val="hybridMultilevel"/>
    <w:tmpl w:val="F5A44D50"/>
    <w:lvl w:ilvl="0" w:tplc="435C779C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color w:val="008000"/>
        <w:sz w:val="16"/>
      </w:rPr>
    </w:lvl>
    <w:lvl w:ilvl="1" w:tplc="0407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 w15:restartNumberingAfterBreak="0">
    <w:nsid w:val="546C06D7"/>
    <w:multiLevelType w:val="hybridMultilevel"/>
    <w:tmpl w:val="0CDCB37A"/>
    <w:lvl w:ilvl="0" w:tplc="04070015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5A0279E"/>
    <w:multiLevelType w:val="hybridMultilevel"/>
    <w:tmpl w:val="BF98A446"/>
    <w:lvl w:ilvl="0" w:tplc="26C83B6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  <w:sz w:val="24"/>
        <w:szCs w:val="24"/>
      </w:rPr>
    </w:lvl>
    <w:lvl w:ilvl="1" w:tplc="0407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 w15:restartNumberingAfterBreak="0">
    <w:nsid w:val="55C80F15"/>
    <w:multiLevelType w:val="multilevel"/>
    <w:tmpl w:val="C088A0B0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i w:val="0"/>
        <w:color w:val="auto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56165327"/>
    <w:multiLevelType w:val="hybridMultilevel"/>
    <w:tmpl w:val="8E88756A"/>
    <w:lvl w:ilvl="0" w:tplc="CC94F294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color w:val="auto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C5616C4"/>
    <w:multiLevelType w:val="hybridMultilevel"/>
    <w:tmpl w:val="C8B443F4"/>
    <w:lvl w:ilvl="0" w:tplc="0C07000F">
      <w:start w:val="1"/>
      <w:numFmt w:val="decimal"/>
      <w:lvlText w:val="%1."/>
      <w:lvlJc w:val="left"/>
      <w:pPr>
        <w:ind w:left="720" w:hanging="360"/>
      </w:p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961447A"/>
    <w:multiLevelType w:val="hybridMultilevel"/>
    <w:tmpl w:val="9FC61156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831670823">
    <w:abstractNumId w:val="12"/>
  </w:num>
  <w:num w:numId="2" w16cid:durableId="2125148634">
    <w:abstractNumId w:val="0"/>
  </w:num>
  <w:num w:numId="3" w16cid:durableId="1371883437">
    <w:abstractNumId w:val="9"/>
  </w:num>
  <w:num w:numId="4" w16cid:durableId="398332706">
    <w:abstractNumId w:val="17"/>
  </w:num>
  <w:num w:numId="5" w16cid:durableId="470177530">
    <w:abstractNumId w:val="13"/>
  </w:num>
  <w:num w:numId="6" w16cid:durableId="584146558">
    <w:abstractNumId w:val="11"/>
  </w:num>
  <w:num w:numId="7" w16cid:durableId="1683775289">
    <w:abstractNumId w:val="2"/>
  </w:num>
  <w:num w:numId="8" w16cid:durableId="226381081">
    <w:abstractNumId w:val="5"/>
  </w:num>
  <w:num w:numId="9" w16cid:durableId="967005476">
    <w:abstractNumId w:val="4"/>
  </w:num>
  <w:num w:numId="10" w16cid:durableId="998312096">
    <w:abstractNumId w:val="10"/>
  </w:num>
  <w:num w:numId="11" w16cid:durableId="638808495">
    <w:abstractNumId w:val="6"/>
  </w:num>
  <w:num w:numId="12" w16cid:durableId="282230186">
    <w:abstractNumId w:val="1"/>
  </w:num>
  <w:num w:numId="13" w16cid:durableId="1524440489">
    <w:abstractNumId w:val="7"/>
  </w:num>
  <w:num w:numId="14" w16cid:durableId="984050599">
    <w:abstractNumId w:val="14"/>
  </w:num>
  <w:num w:numId="15" w16cid:durableId="1635017337">
    <w:abstractNumId w:val="3"/>
  </w:num>
  <w:num w:numId="16" w16cid:durableId="177668748">
    <w:abstractNumId w:val="16"/>
  </w:num>
  <w:num w:numId="17" w16cid:durableId="1312174298">
    <w:abstractNumId w:val="8"/>
  </w:num>
  <w:num w:numId="18" w16cid:durableId="208044243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4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40CA0"/>
    <w:rsid w:val="000261F5"/>
    <w:rsid w:val="00040CA0"/>
    <w:rsid w:val="0006463B"/>
    <w:rsid w:val="00070C85"/>
    <w:rsid w:val="0007281E"/>
    <w:rsid w:val="00077234"/>
    <w:rsid w:val="00084E33"/>
    <w:rsid w:val="00097F65"/>
    <w:rsid w:val="000A6AFB"/>
    <w:rsid w:val="000B261B"/>
    <w:rsid w:val="000B48CC"/>
    <w:rsid w:val="000F6885"/>
    <w:rsid w:val="00121D68"/>
    <w:rsid w:val="0012584F"/>
    <w:rsid w:val="00147B35"/>
    <w:rsid w:val="0016046B"/>
    <w:rsid w:val="001631EB"/>
    <w:rsid w:val="00180B1C"/>
    <w:rsid w:val="0019496C"/>
    <w:rsid w:val="001E380D"/>
    <w:rsid w:val="001F0885"/>
    <w:rsid w:val="001F2E80"/>
    <w:rsid w:val="001F3266"/>
    <w:rsid w:val="001F5D38"/>
    <w:rsid w:val="00200089"/>
    <w:rsid w:val="002309F9"/>
    <w:rsid w:val="002379D8"/>
    <w:rsid w:val="002509B3"/>
    <w:rsid w:val="00252CFA"/>
    <w:rsid w:val="00254C3A"/>
    <w:rsid w:val="0026134B"/>
    <w:rsid w:val="00274CE7"/>
    <w:rsid w:val="002A7F98"/>
    <w:rsid w:val="002D4302"/>
    <w:rsid w:val="002F65D8"/>
    <w:rsid w:val="00307452"/>
    <w:rsid w:val="00321894"/>
    <w:rsid w:val="00325AD9"/>
    <w:rsid w:val="00364C31"/>
    <w:rsid w:val="00370289"/>
    <w:rsid w:val="00374AB0"/>
    <w:rsid w:val="00376CFE"/>
    <w:rsid w:val="003B1B9D"/>
    <w:rsid w:val="003C0616"/>
    <w:rsid w:val="003C56C4"/>
    <w:rsid w:val="003C63D8"/>
    <w:rsid w:val="003D6521"/>
    <w:rsid w:val="003F3B19"/>
    <w:rsid w:val="003F485F"/>
    <w:rsid w:val="003F5533"/>
    <w:rsid w:val="003F766E"/>
    <w:rsid w:val="00427E0D"/>
    <w:rsid w:val="004661C8"/>
    <w:rsid w:val="004817BD"/>
    <w:rsid w:val="00486213"/>
    <w:rsid w:val="004D0611"/>
    <w:rsid w:val="004D75DC"/>
    <w:rsid w:val="004E2D63"/>
    <w:rsid w:val="004F326A"/>
    <w:rsid w:val="00500AB2"/>
    <w:rsid w:val="005140D9"/>
    <w:rsid w:val="00517203"/>
    <w:rsid w:val="005208DA"/>
    <w:rsid w:val="005312E7"/>
    <w:rsid w:val="00563B90"/>
    <w:rsid w:val="00575902"/>
    <w:rsid w:val="005759F8"/>
    <w:rsid w:val="005800DE"/>
    <w:rsid w:val="005A764C"/>
    <w:rsid w:val="005B177B"/>
    <w:rsid w:val="005B4687"/>
    <w:rsid w:val="005B725B"/>
    <w:rsid w:val="005C4318"/>
    <w:rsid w:val="005E2AF6"/>
    <w:rsid w:val="005E6EA3"/>
    <w:rsid w:val="005E7073"/>
    <w:rsid w:val="00626C13"/>
    <w:rsid w:val="006529F4"/>
    <w:rsid w:val="006530AD"/>
    <w:rsid w:val="00674A99"/>
    <w:rsid w:val="006856B0"/>
    <w:rsid w:val="006862D4"/>
    <w:rsid w:val="0068791F"/>
    <w:rsid w:val="006A0060"/>
    <w:rsid w:val="006A28AC"/>
    <w:rsid w:val="006A3EB4"/>
    <w:rsid w:val="006B60E7"/>
    <w:rsid w:val="006B6AD1"/>
    <w:rsid w:val="006C22F1"/>
    <w:rsid w:val="006F2C5F"/>
    <w:rsid w:val="006F3A49"/>
    <w:rsid w:val="00766F1A"/>
    <w:rsid w:val="00780E74"/>
    <w:rsid w:val="0078234C"/>
    <w:rsid w:val="00793E45"/>
    <w:rsid w:val="007B4F17"/>
    <w:rsid w:val="007C0107"/>
    <w:rsid w:val="007C7DA4"/>
    <w:rsid w:val="007D7100"/>
    <w:rsid w:val="007E4202"/>
    <w:rsid w:val="007E7BFD"/>
    <w:rsid w:val="007F2A8A"/>
    <w:rsid w:val="007F6954"/>
    <w:rsid w:val="00803145"/>
    <w:rsid w:val="00816234"/>
    <w:rsid w:val="008313A5"/>
    <w:rsid w:val="00832A6E"/>
    <w:rsid w:val="008371BE"/>
    <w:rsid w:val="00871F01"/>
    <w:rsid w:val="008832F1"/>
    <w:rsid w:val="008B373C"/>
    <w:rsid w:val="008B4B54"/>
    <w:rsid w:val="008C2382"/>
    <w:rsid w:val="008C5F63"/>
    <w:rsid w:val="008D0E51"/>
    <w:rsid w:val="008F6626"/>
    <w:rsid w:val="0090157A"/>
    <w:rsid w:val="00906D51"/>
    <w:rsid w:val="0092686E"/>
    <w:rsid w:val="00927FA8"/>
    <w:rsid w:val="00942CE3"/>
    <w:rsid w:val="0094449D"/>
    <w:rsid w:val="00962D23"/>
    <w:rsid w:val="00964686"/>
    <w:rsid w:val="0096777A"/>
    <w:rsid w:val="00982D9B"/>
    <w:rsid w:val="009A194D"/>
    <w:rsid w:val="009A7FD6"/>
    <w:rsid w:val="009C7425"/>
    <w:rsid w:val="009D26A4"/>
    <w:rsid w:val="009E30FA"/>
    <w:rsid w:val="00A00581"/>
    <w:rsid w:val="00A172E3"/>
    <w:rsid w:val="00A23AC8"/>
    <w:rsid w:val="00A23E0D"/>
    <w:rsid w:val="00A259D1"/>
    <w:rsid w:val="00A5113C"/>
    <w:rsid w:val="00A64784"/>
    <w:rsid w:val="00A760E6"/>
    <w:rsid w:val="00A8471A"/>
    <w:rsid w:val="00A87BE0"/>
    <w:rsid w:val="00A950BC"/>
    <w:rsid w:val="00AC514D"/>
    <w:rsid w:val="00AE1544"/>
    <w:rsid w:val="00B1465B"/>
    <w:rsid w:val="00B32AA3"/>
    <w:rsid w:val="00B51DE9"/>
    <w:rsid w:val="00B71371"/>
    <w:rsid w:val="00B7779D"/>
    <w:rsid w:val="00B93898"/>
    <w:rsid w:val="00B96854"/>
    <w:rsid w:val="00BE38CB"/>
    <w:rsid w:val="00BE65E3"/>
    <w:rsid w:val="00BF3284"/>
    <w:rsid w:val="00BF33BF"/>
    <w:rsid w:val="00C267FA"/>
    <w:rsid w:val="00C359CD"/>
    <w:rsid w:val="00C62487"/>
    <w:rsid w:val="00C63B06"/>
    <w:rsid w:val="00C72E5E"/>
    <w:rsid w:val="00C81011"/>
    <w:rsid w:val="00C83265"/>
    <w:rsid w:val="00C87630"/>
    <w:rsid w:val="00C876B5"/>
    <w:rsid w:val="00CA08B3"/>
    <w:rsid w:val="00CB1A16"/>
    <w:rsid w:val="00CD1AA4"/>
    <w:rsid w:val="00CE5499"/>
    <w:rsid w:val="00CE7BA9"/>
    <w:rsid w:val="00CF178E"/>
    <w:rsid w:val="00D4185D"/>
    <w:rsid w:val="00D4302A"/>
    <w:rsid w:val="00D75CFC"/>
    <w:rsid w:val="00DC5FD8"/>
    <w:rsid w:val="00DE5CAA"/>
    <w:rsid w:val="00DE7FB6"/>
    <w:rsid w:val="00DF34BE"/>
    <w:rsid w:val="00E002D3"/>
    <w:rsid w:val="00E00D6A"/>
    <w:rsid w:val="00E10386"/>
    <w:rsid w:val="00E146FB"/>
    <w:rsid w:val="00E156AF"/>
    <w:rsid w:val="00E25AE7"/>
    <w:rsid w:val="00E26461"/>
    <w:rsid w:val="00E3725E"/>
    <w:rsid w:val="00E42FE4"/>
    <w:rsid w:val="00E5317A"/>
    <w:rsid w:val="00E54968"/>
    <w:rsid w:val="00E70EFA"/>
    <w:rsid w:val="00E8616F"/>
    <w:rsid w:val="00E86661"/>
    <w:rsid w:val="00EA21E2"/>
    <w:rsid w:val="00ED6D62"/>
    <w:rsid w:val="00F06B1C"/>
    <w:rsid w:val="00F3064B"/>
    <w:rsid w:val="00F30D1A"/>
    <w:rsid w:val="00F83D48"/>
    <w:rsid w:val="00F85292"/>
    <w:rsid w:val="00F942F6"/>
    <w:rsid w:val="00FA7532"/>
    <w:rsid w:val="00FB0EE7"/>
    <w:rsid w:val="00FB3B3E"/>
    <w:rsid w:val="00FB7564"/>
    <w:rsid w:val="00FC32C3"/>
    <w:rsid w:val="00FD2D84"/>
    <w:rsid w:val="00FE7B30"/>
    <w:rsid w:val="00FF07B6"/>
    <w:rsid w:val="00FF18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;"/>
  <w14:docId w14:val="2D46306D"/>
  <w15:docId w15:val="{0E1A6B2D-2854-4D48-BD00-9649D9340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de-AT" w:eastAsia="de-A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962D23"/>
    <w:rPr>
      <w:rFonts w:asciiTheme="minorHAnsi" w:hAnsiTheme="minorHAnsi"/>
      <w:sz w:val="22"/>
      <w:szCs w:val="24"/>
      <w:lang w:val="de-DE" w:eastAsia="de-DE"/>
    </w:rPr>
  </w:style>
  <w:style w:type="paragraph" w:styleId="berschrift1">
    <w:name w:val="heading 1"/>
    <w:basedOn w:val="Standard"/>
    <w:next w:val="Standard"/>
    <w:qFormat/>
    <w:rsid w:val="006862D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berschrift2">
    <w:name w:val="heading 2"/>
    <w:basedOn w:val="Standard"/>
    <w:next w:val="Standard"/>
    <w:qFormat/>
    <w:rsid w:val="006862D4"/>
    <w:pPr>
      <w:keepNext/>
      <w:outlineLvl w:val="1"/>
    </w:pPr>
    <w:rPr>
      <w:color w:val="008000"/>
      <w:sz w:val="28"/>
    </w:rPr>
  </w:style>
  <w:style w:type="paragraph" w:styleId="berschrift3">
    <w:name w:val="heading 3"/>
    <w:basedOn w:val="Standard"/>
    <w:next w:val="Standard"/>
    <w:qFormat/>
    <w:rsid w:val="006862D4"/>
    <w:pPr>
      <w:keepNext/>
      <w:outlineLvl w:val="2"/>
    </w:pPr>
    <w:rPr>
      <w:rFonts w:ascii="Arial" w:hAnsi="Arial" w:cs="Arial"/>
      <w:outline/>
      <w:color w:val="000000"/>
      <w:sz w:val="36"/>
      <w14:textOutline w14:w="9525" w14:cap="flat" w14:cmpd="sng" w14:algn="ctr">
        <w14:solidFill>
          <w14:srgbClr w14:val="000000"/>
        </w14:solidFill>
        <w14:prstDash w14:val="solid"/>
        <w14:round/>
      </w14:textOutline>
      <w14:textFill>
        <w14:noFill/>
      </w14:textFill>
    </w:rPr>
  </w:style>
  <w:style w:type="paragraph" w:styleId="berschrift4">
    <w:name w:val="heading 4"/>
    <w:basedOn w:val="Standard"/>
    <w:next w:val="Standard"/>
    <w:qFormat/>
    <w:rsid w:val="006862D4"/>
    <w:pPr>
      <w:keepNext/>
      <w:outlineLvl w:val="3"/>
    </w:pPr>
    <w:rPr>
      <w:rFonts w:ascii="Arial" w:hAnsi="Arial" w:cs="Arial"/>
      <w:b/>
      <w:bCs/>
      <w:sz w:val="28"/>
    </w:rPr>
  </w:style>
  <w:style w:type="paragraph" w:styleId="berschrift5">
    <w:name w:val="heading 5"/>
    <w:basedOn w:val="Standard"/>
    <w:next w:val="Standard"/>
    <w:qFormat/>
    <w:rsid w:val="006862D4"/>
    <w:pPr>
      <w:keepNext/>
      <w:spacing w:after="120"/>
      <w:ind w:firstLine="708"/>
      <w:outlineLvl w:val="4"/>
    </w:pPr>
    <w:rPr>
      <w:i/>
      <w:iCs/>
      <w:lang w:val="en-GB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6862D4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6862D4"/>
    <w:pPr>
      <w:tabs>
        <w:tab w:val="center" w:pos="4536"/>
        <w:tab w:val="right" w:pos="9072"/>
      </w:tabs>
    </w:pPr>
  </w:style>
  <w:style w:type="paragraph" w:styleId="Textkrper-Zeileneinzug">
    <w:name w:val="Body Text Indent"/>
    <w:basedOn w:val="Standard"/>
    <w:rsid w:val="006862D4"/>
    <w:pPr>
      <w:ind w:left="360"/>
    </w:pPr>
  </w:style>
  <w:style w:type="paragraph" w:styleId="Textkrper">
    <w:name w:val="Body Text"/>
    <w:basedOn w:val="Standard"/>
    <w:rsid w:val="006862D4"/>
    <w:rPr>
      <w:i/>
      <w:iCs/>
      <w:sz w:val="20"/>
    </w:rPr>
  </w:style>
  <w:style w:type="paragraph" w:styleId="Textkrper2">
    <w:name w:val="Body Text 2"/>
    <w:basedOn w:val="Standard"/>
    <w:rsid w:val="006862D4"/>
    <w:rPr>
      <w:rFonts w:ascii="Courier New" w:hAnsi="Courier New" w:cs="Courier New"/>
      <w:b/>
      <w:bCs/>
    </w:rPr>
  </w:style>
  <w:style w:type="character" w:styleId="Seitenzahl">
    <w:name w:val="page number"/>
    <w:basedOn w:val="Absatz-Standardschriftart"/>
    <w:rsid w:val="005B4687"/>
  </w:style>
  <w:style w:type="character" w:styleId="Hyperlink">
    <w:name w:val="Hyperlink"/>
    <w:basedOn w:val="Absatz-Standardschriftart"/>
    <w:rsid w:val="00B93898"/>
    <w:rPr>
      <w:color w:val="0000FF"/>
      <w:u w:val="single"/>
    </w:rPr>
  </w:style>
  <w:style w:type="paragraph" w:styleId="Sprechblasentext">
    <w:name w:val="Balloon Text"/>
    <w:basedOn w:val="Standard"/>
    <w:semiHidden/>
    <w:rsid w:val="00A23E0D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A760E6"/>
    <w:pPr>
      <w:ind w:left="720"/>
      <w:contextualSpacing/>
    </w:pPr>
  </w:style>
  <w:style w:type="paragraph" w:styleId="StandardWeb">
    <w:name w:val="Normal (Web)"/>
    <w:basedOn w:val="Standard"/>
    <w:uiPriority w:val="99"/>
    <w:unhideWhenUsed/>
    <w:rsid w:val="00ED6D62"/>
    <w:pPr>
      <w:spacing w:before="100" w:beforeAutospacing="1" w:after="119"/>
    </w:pPr>
    <w:rPr>
      <w:sz w:val="24"/>
      <w:lang w:val="de-AT" w:eastAsia="de-AT"/>
    </w:rPr>
  </w:style>
  <w:style w:type="character" w:styleId="Fett">
    <w:name w:val="Strong"/>
    <w:basedOn w:val="Absatz-Standardschriftart"/>
    <w:qFormat/>
    <w:rsid w:val="00E26461"/>
    <w:rPr>
      <w:b/>
      <w:bCs/>
    </w:rPr>
  </w:style>
  <w:style w:type="character" w:customStyle="1" w:styleId="Anleitung">
    <w:name w:val="Anleitung"/>
    <w:basedOn w:val="Absatz-Standardschriftart"/>
    <w:uiPriority w:val="1"/>
    <w:qFormat/>
    <w:rsid w:val="00E156AF"/>
    <w:rPr>
      <w:rFonts w:cstheme="minorHAnsi"/>
      <w:i/>
      <w:color w:val="365F91" w:themeColor="accent1" w:themeShade="BF"/>
      <w:sz w:val="20"/>
      <w:szCs w:val="20"/>
    </w:rPr>
  </w:style>
  <w:style w:type="paragraph" w:styleId="Beschriftung">
    <w:name w:val="caption"/>
    <w:basedOn w:val="Standard"/>
    <w:next w:val="Standard"/>
    <w:unhideWhenUsed/>
    <w:qFormat/>
    <w:rsid w:val="00A259D1"/>
    <w:pPr>
      <w:spacing w:after="200"/>
    </w:pPr>
    <w:rPr>
      <w:i/>
      <w:iCs/>
      <w:color w:val="1F497D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96448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42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35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header" Target="head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Relationship Id="rId22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DOWS\Profiles\elfi%20pernstich\Anwendungsdaten\Microsoft\Vorlagen\ecdl%20&#252;bungen%20word.dot" TargetMode="Externa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A4128E13B0D334BA315F3775C0F97AB" ma:contentTypeVersion="9" ma:contentTypeDescription="Ein neues Dokument erstellen." ma:contentTypeScope="" ma:versionID="08d6c938c5b8ba2cb3ae22bdff9f28a2">
  <xsd:schema xmlns:xsd="http://www.w3.org/2001/XMLSchema" xmlns:xs="http://www.w3.org/2001/XMLSchema" xmlns:p="http://schemas.microsoft.com/office/2006/metadata/properties" xmlns:ns2="39b2766b-c11e-4d34-ae90-b418efdcb7ee" xmlns:ns3="7dbffd17-55a7-4b25-b20c-462d16bbe781" targetNamespace="http://schemas.microsoft.com/office/2006/metadata/properties" ma:root="true" ma:fieldsID="bf594e0c710aeaa748e3fca17eb90cb8" ns2:_="" ns3:_="">
    <xsd:import namespace="39b2766b-c11e-4d34-ae90-b418efdcb7ee"/>
    <xsd:import namespace="7dbffd17-55a7-4b25-b20c-462d16bbe78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9b2766b-c11e-4d34-ae90-b418efdcb7e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Bildmarkierungen" ma:readOnly="false" ma:fieldId="{5cf76f15-5ced-4ddc-b409-7134ff3c332f}" ma:taxonomyMulti="true" ma:sspId="d3ebf75d-a44c-490e-b061-5d1ad43ecbb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bffd17-55a7-4b25-b20c-462d16bbe781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4f83ad16-6433-42a5-99d8-c6c549438078}" ma:internalName="TaxCatchAll" ma:showField="CatchAllData" ma:web="7dbffd17-55a7-4b25-b20c-462d16bbe78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dbffd17-55a7-4b25-b20c-462d16bbe781" xsi:nil="true"/>
    <lcf76f155ced4ddcb4097134ff3c332f xmlns="39b2766b-c11e-4d34-ae90-b418efdcb7ee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FEB9B8-A192-4EB5-917E-753311DB872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7D13F82-41BD-4C9B-BBF0-1E125CEAA01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9b2766b-c11e-4d34-ae90-b418efdcb7ee"/>
    <ds:schemaRef ds:uri="7dbffd17-55a7-4b25-b20c-462d16bbe78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B2AFA40-B13F-4715-AB48-D12B25D605F8}">
  <ds:schemaRefs>
    <ds:schemaRef ds:uri="http://schemas.microsoft.com/office/2006/metadata/properties"/>
    <ds:schemaRef ds:uri="http://schemas.microsoft.com/office/infopath/2007/PartnerControls"/>
    <ds:schemaRef ds:uri="7dbffd17-55a7-4b25-b20c-462d16bbe781"/>
    <ds:schemaRef ds:uri="39b2766b-c11e-4d34-ae90-b418efdcb7ee"/>
  </ds:schemaRefs>
</ds:datastoreItem>
</file>

<file path=customXml/itemProps4.xml><?xml version="1.0" encoding="utf-8"?>
<ds:datastoreItem xmlns:ds="http://schemas.openxmlformats.org/officeDocument/2006/customXml" ds:itemID="{24D17165-00CC-47F0-9801-6F9CA28F05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ecdl übungen word.dot</Template>
  <TotalTime>0</TotalTime>
  <Pages>1</Pages>
  <Words>148</Words>
  <Characters>796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Übung 1:</vt:lpstr>
    </vt:vector>
  </TitlesOfParts>
  <Company/>
  <LinksUpToDate>false</LinksUpToDate>
  <CharactersWithSpaces>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Übung 1:</dc:title>
  <dc:subject/>
  <dc:creator>Pernstich</dc:creator>
  <cp:keywords/>
  <cp:lastModifiedBy>Marc Chéhab</cp:lastModifiedBy>
  <cp:revision>25</cp:revision>
  <cp:lastPrinted>2012-10-08T19:24:00Z</cp:lastPrinted>
  <dcterms:created xsi:type="dcterms:W3CDTF">2018-02-09T08:09:00Z</dcterms:created>
  <dcterms:modified xsi:type="dcterms:W3CDTF">2024-10-23T10:01:00Z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0x010100FA4128E13B0D334BA315F3775C0F97AB</vt:lpwstr>
  </property>
</Properties>
</file>